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7346D348" w:rsidR="00421E32" w:rsidRPr="008D3939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8D3939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25672" w:rsidRPr="008D3939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8D3939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1B274D" w:rsidRPr="008D3939">
        <w:rPr>
          <w:rFonts w:asciiTheme="minorHAnsi" w:hAnsiTheme="minorHAnsi" w:cstheme="minorHAnsi"/>
          <w:b/>
          <w:sz w:val="36"/>
          <w:szCs w:val="36"/>
          <w:lang w:val="en-GB"/>
        </w:rPr>
        <w:t>TERMS OF REFERENCE FOR CONSULTING SERVICES</w:t>
      </w:r>
      <w:r w:rsidR="00E567A5" w:rsidRPr="008D3939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C07DFC" w:rsidRPr="008D3939">
        <w:rPr>
          <w:rFonts w:asciiTheme="minorHAnsi" w:hAnsiTheme="minorHAnsi" w:cstheme="minorHAnsi"/>
          <w:b/>
          <w:sz w:val="36"/>
          <w:szCs w:val="36"/>
          <w:lang w:val="en-GB"/>
        </w:rPr>
        <w:t>TEMPLATE FOR NARRATIVE PROPOSAL</w:t>
      </w:r>
    </w:p>
    <w:p w14:paraId="71E15998" w14:textId="2F50090F" w:rsidR="00141577" w:rsidRPr="008D3939" w:rsidRDefault="00141577" w:rsidP="003A024D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bookmarkStart w:id="0" w:name="_Ref371928515"/>
      <w:bookmarkStart w:id="1" w:name="_Ref374243803"/>
      <w:bookmarkStart w:id="2" w:name="_Ref384989099"/>
      <w:bookmarkStart w:id="3" w:name="_Ref385265302"/>
      <w:r w:rsidRPr="008D3939">
        <w:rPr>
          <w:b/>
          <w:lang w:val="en-GB"/>
        </w:rPr>
        <w:t>Procurement No:</w:t>
      </w:r>
      <w:r w:rsidRPr="008D3939">
        <w:rPr>
          <w:lang w:val="en-GB"/>
        </w:rPr>
        <w:tab/>
      </w:r>
      <w:bookmarkEnd w:id="0"/>
      <w:bookmarkEnd w:id="1"/>
      <w:bookmarkEnd w:id="2"/>
      <w:bookmarkEnd w:id="3"/>
    </w:p>
    <w:p w14:paraId="7DE98D9E" w14:textId="5488301E" w:rsidR="008857C5" w:rsidRPr="008D3939" w:rsidRDefault="008857C5">
      <w:pPr>
        <w:rPr>
          <w:rFonts w:cs="Calibri"/>
          <w:b/>
          <w:lang w:val="en-GB" w:eastAsia="ko-KR"/>
        </w:rPr>
      </w:pPr>
      <w:r w:rsidRPr="008D3939">
        <w:rPr>
          <w:rFonts w:cs="Calibri"/>
          <w:b/>
          <w:lang w:val="en-GB" w:eastAsia="ko-KR"/>
        </w:rPr>
        <w:br w:type="page"/>
      </w:r>
    </w:p>
    <w:p w14:paraId="1770CFCF" w14:textId="01A8165F" w:rsidR="0071156A" w:rsidRPr="008D3939" w:rsidRDefault="009E488B" w:rsidP="0082210C">
      <w:pPr>
        <w:spacing w:after="240"/>
        <w:jc w:val="center"/>
        <w:rPr>
          <w:rFonts w:asciiTheme="minorHAnsi" w:hAnsiTheme="minorHAnsi" w:cstheme="minorHAnsi"/>
          <w:b/>
          <w:smallCaps/>
          <w:sz w:val="36"/>
          <w:szCs w:val="36"/>
          <w:lang w:val="en-GB"/>
        </w:rPr>
      </w:pPr>
      <w:r w:rsidRPr="008D3939">
        <w:rPr>
          <w:rFonts w:asciiTheme="minorHAnsi" w:hAnsiTheme="minorHAnsi" w:cstheme="minorHAnsi"/>
          <w:b/>
          <w:smallCaps/>
          <w:sz w:val="36"/>
          <w:szCs w:val="36"/>
          <w:lang w:val="en-GB"/>
        </w:rPr>
        <w:lastRenderedPageBreak/>
        <w:t>List of Documents</w:t>
      </w:r>
    </w:p>
    <w:p w14:paraId="14D63E92" w14:textId="4E8B4174" w:rsidR="0081425B" w:rsidRDefault="00117419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8D3939">
        <w:rPr>
          <w:rFonts w:asciiTheme="minorHAnsi" w:hAnsiTheme="minorHAnsi" w:cs="Calibri"/>
          <w:lang w:val="en-GB"/>
        </w:rPr>
        <w:fldChar w:fldCharType="begin"/>
      </w:r>
      <w:r w:rsidR="000D4100" w:rsidRPr="008D3939">
        <w:rPr>
          <w:rFonts w:asciiTheme="minorHAnsi" w:hAnsiTheme="minorHAnsi" w:cs="Calibri"/>
          <w:lang w:val="en-GB"/>
        </w:rPr>
        <w:instrText xml:space="preserve"> TOC \o "1-4" </w:instrText>
      </w:r>
      <w:r w:rsidRPr="008D3939">
        <w:rPr>
          <w:rFonts w:asciiTheme="minorHAnsi" w:hAnsiTheme="minorHAnsi" w:cs="Calibri"/>
          <w:lang w:val="en-GB"/>
        </w:rPr>
        <w:fldChar w:fldCharType="separate"/>
      </w:r>
      <w:r w:rsidR="0081425B">
        <w:rPr>
          <w:noProof/>
        </w:rPr>
        <w:t>A.</w:t>
      </w:r>
      <w:r w:rsidR="0081425B"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="0081425B">
        <w:rPr>
          <w:noProof/>
        </w:rPr>
        <w:t>Description of the Services</w:t>
      </w:r>
      <w:r w:rsidR="0081425B">
        <w:rPr>
          <w:noProof/>
        </w:rPr>
        <w:tab/>
      </w:r>
      <w:r w:rsidR="0081425B">
        <w:rPr>
          <w:noProof/>
        </w:rPr>
        <w:fldChar w:fldCharType="begin"/>
      </w:r>
      <w:r w:rsidR="0081425B">
        <w:rPr>
          <w:noProof/>
        </w:rPr>
        <w:instrText xml:space="preserve"> PAGEREF _Toc44939738 \h </w:instrText>
      </w:r>
      <w:r w:rsidR="0081425B">
        <w:rPr>
          <w:noProof/>
        </w:rPr>
      </w:r>
      <w:r w:rsidR="0081425B">
        <w:rPr>
          <w:noProof/>
        </w:rPr>
        <w:fldChar w:fldCharType="separate"/>
      </w:r>
      <w:r w:rsidR="0081425B">
        <w:rPr>
          <w:noProof/>
        </w:rPr>
        <w:t>3</w:t>
      </w:r>
      <w:r w:rsidR="0081425B">
        <w:rPr>
          <w:noProof/>
        </w:rPr>
        <w:fldChar w:fldCharType="end"/>
      </w:r>
    </w:p>
    <w:p w14:paraId="7A2B1AE3" w14:textId="224A9E36" w:rsidR="0081425B" w:rsidRDefault="0081425B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>
        <w:rPr>
          <w:noProof/>
        </w:rPr>
        <w:t>B.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>
        <w:rPr>
          <w:noProof/>
        </w:rPr>
        <w:t>Team Composition and Task Assignments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_Toc44939739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2B36AFA" w14:textId="20443E04" w:rsidR="0081425B" w:rsidRDefault="0081425B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>
        <w:rPr>
          <w:noProof/>
        </w:rPr>
        <w:t>C.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>
        <w:rPr>
          <w:noProof/>
        </w:rPr>
        <w:t>Time Schedule for Professional Personnel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_Toc44939740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181BE40C" w14:textId="7269F724" w:rsidR="0081425B" w:rsidRDefault="0081425B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>
        <w:rPr>
          <w:noProof/>
        </w:rPr>
        <w:t>D.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>
        <w:rPr>
          <w:noProof/>
        </w:rPr>
        <w:t>Schedule of Project Activities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_Toc44939741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01085111" w14:textId="5A8C4C00" w:rsidR="0081425B" w:rsidRDefault="0081425B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D47E89">
        <w:rPr>
          <w:rFonts w:ascii="Times New Roman" w:hAnsi="Times New Roman"/>
          <w:noProof/>
          <w:lang w:eastAsia="ko-KR"/>
        </w:rPr>
        <w:t>E.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>
        <w:rPr>
          <w:noProof/>
          <w:lang w:eastAsia="ko-KR"/>
        </w:rPr>
        <w:t>technical and knowledge capability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_Toc44939742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371AAF33" w14:textId="4BA43AFA" w:rsidR="0081425B" w:rsidRDefault="0081425B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>
        <w:rPr>
          <w:noProof/>
          <w:lang w:eastAsia="ko-KR"/>
        </w:rPr>
        <w:t>F.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>
        <w:rPr>
          <w:noProof/>
        </w:rPr>
        <w:t>Curriculum Vitae (CV) for Proposed Professional Staff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_Toc44939743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15C00FF2" w14:textId="6E397600" w:rsidR="0081425B" w:rsidRDefault="0081425B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>
        <w:rPr>
          <w:noProof/>
        </w:rPr>
        <w:t>G.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>
        <w:rPr>
          <w:noProof/>
        </w:rPr>
        <w:t>Tenderer’s References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_Toc44939744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1FB08990" w14:textId="043082BF" w:rsidR="00AD20ED" w:rsidRPr="008D3939" w:rsidRDefault="00117419" w:rsidP="00852370">
      <w:pPr>
        <w:rPr>
          <w:rFonts w:cs="Calibri"/>
          <w:lang w:val="en-GB"/>
        </w:rPr>
      </w:pPr>
      <w:r w:rsidRPr="008D3939">
        <w:rPr>
          <w:rFonts w:asciiTheme="minorHAnsi" w:hAnsiTheme="minorHAnsi" w:cs="Calibri"/>
          <w:caps/>
          <w:lang w:val="en-GB"/>
        </w:rPr>
        <w:fldChar w:fldCharType="end"/>
      </w:r>
    </w:p>
    <w:p w14:paraId="0B8F80A7" w14:textId="77777777" w:rsidR="00EA5718" w:rsidRPr="008D3939" w:rsidRDefault="00EA5718">
      <w:pPr>
        <w:rPr>
          <w:rFonts w:cs="Calibri"/>
          <w:b/>
          <w:sz w:val="32"/>
          <w:szCs w:val="32"/>
          <w:lang w:val="en-GB" w:eastAsia="en-GB"/>
        </w:rPr>
      </w:pPr>
      <w:bookmarkStart w:id="4" w:name="_Toc292659306"/>
      <w:r w:rsidRPr="008D3939">
        <w:rPr>
          <w:rFonts w:cs="Calibri"/>
          <w:sz w:val="32"/>
          <w:szCs w:val="32"/>
          <w:lang w:val="en-GB"/>
        </w:rPr>
        <w:br w:type="page"/>
      </w:r>
    </w:p>
    <w:p w14:paraId="3CB3DEE5" w14:textId="286EF735" w:rsidR="0096062B" w:rsidRPr="008D3939" w:rsidRDefault="0096062B" w:rsidP="004340F8">
      <w:pPr>
        <w:pStyle w:val="Heading2"/>
        <w:numPr>
          <w:ilvl w:val="0"/>
          <w:numId w:val="17"/>
        </w:numPr>
      </w:pPr>
      <w:bookmarkStart w:id="5" w:name="_Toc44939738"/>
      <w:bookmarkEnd w:id="4"/>
      <w:r w:rsidRPr="008D3939">
        <w:lastRenderedPageBreak/>
        <w:t xml:space="preserve">Description of the </w:t>
      </w:r>
      <w:r w:rsidR="001B274D" w:rsidRPr="008D3939">
        <w:t>Services</w:t>
      </w:r>
      <w:bookmarkEnd w:id="5"/>
    </w:p>
    <w:p w14:paraId="5B7AC21F" w14:textId="77777777" w:rsidR="0096062B" w:rsidRPr="008D3939" w:rsidRDefault="0096062B" w:rsidP="0096062B">
      <w:pPr>
        <w:pBdr>
          <w:bottom w:val="single" w:sz="12" w:space="1" w:color="auto"/>
        </w:pBdr>
        <w:rPr>
          <w:rFonts w:ascii="Times New Roman" w:hAnsi="Times New Roman"/>
          <w:b/>
          <w:sz w:val="28"/>
          <w:lang w:val="en-GB"/>
        </w:rPr>
      </w:pPr>
    </w:p>
    <w:p w14:paraId="0F760252" w14:textId="77777777" w:rsidR="0096062B" w:rsidRPr="008D3939" w:rsidRDefault="0096062B" w:rsidP="0096062B">
      <w:pPr>
        <w:jc w:val="center"/>
        <w:rPr>
          <w:rFonts w:ascii="Times New Roman" w:hAnsi="Times New Roman"/>
          <w:lang w:val="en-GB" w:eastAsia="ko-KR"/>
        </w:rPr>
      </w:pPr>
    </w:p>
    <w:p w14:paraId="2AEB5C21" w14:textId="187CF82A" w:rsidR="0096062B" w:rsidRPr="003414FD" w:rsidRDefault="0096062B" w:rsidP="0096062B">
      <w:pPr>
        <w:rPr>
          <w:rFonts w:ascii="Times New Roman" w:hAnsi="Times New Roman"/>
          <w:i/>
          <w:iCs/>
          <w:lang w:val="en-GB" w:eastAsia="ko-KR"/>
        </w:rPr>
      </w:pPr>
      <w:r w:rsidRPr="003414FD">
        <w:rPr>
          <w:rFonts w:ascii="Times New Roman" w:hAnsi="Times New Roman"/>
          <w:i/>
          <w:iCs/>
          <w:lang w:val="en-GB" w:eastAsia="ko-KR"/>
        </w:rPr>
        <w:t xml:space="preserve">Here, list all </w:t>
      </w:r>
      <w:r w:rsidR="00D4412F" w:rsidRPr="003414FD">
        <w:rPr>
          <w:rFonts w:ascii="Times New Roman" w:hAnsi="Times New Roman"/>
          <w:i/>
          <w:iCs/>
          <w:lang w:val="en-GB" w:eastAsia="ko-KR"/>
        </w:rPr>
        <w:t>Services</w:t>
      </w:r>
      <w:r w:rsidRPr="003414FD">
        <w:rPr>
          <w:rFonts w:ascii="Times New Roman" w:hAnsi="Times New Roman"/>
          <w:i/>
          <w:iCs/>
          <w:lang w:val="en-GB" w:eastAsia="ko-KR"/>
        </w:rPr>
        <w:t xml:space="preserve"> to be Tendered</w:t>
      </w:r>
    </w:p>
    <w:p w14:paraId="01851909" w14:textId="77777777" w:rsidR="0096062B" w:rsidRPr="008D3939" w:rsidRDefault="0096062B" w:rsidP="0096062B">
      <w:pPr>
        <w:rPr>
          <w:rFonts w:ascii="Times New Roman" w:hAnsi="Times New Roman"/>
          <w:lang w:val="en-GB" w:eastAsia="ko-KR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704"/>
        <w:gridCol w:w="4820"/>
        <w:gridCol w:w="1275"/>
        <w:gridCol w:w="2551"/>
      </w:tblGrid>
      <w:tr w:rsidR="0096062B" w:rsidRPr="008D3939" w14:paraId="30FFB1D3" w14:textId="77777777" w:rsidTr="004B4B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7F7F8BB4" w14:textId="13D1D2C7" w:rsidR="0096062B" w:rsidRPr="008D3939" w:rsidRDefault="0096062B" w:rsidP="0096062B">
            <w:pPr>
              <w:rPr>
                <w:rFonts w:ascii="Times New Roman" w:hAnsi="Times New Roman"/>
                <w:lang w:val="en-GB" w:eastAsia="ko-KR"/>
              </w:rPr>
            </w:pPr>
            <w:r w:rsidRPr="008D3939">
              <w:rPr>
                <w:rFonts w:ascii="Times New Roman" w:hAnsi="Times New Roman"/>
                <w:lang w:val="en-GB" w:eastAsia="ko-KR"/>
              </w:rPr>
              <w:t>Pos.</w:t>
            </w:r>
          </w:p>
        </w:tc>
        <w:tc>
          <w:tcPr>
            <w:tcW w:w="4820" w:type="dxa"/>
          </w:tcPr>
          <w:p w14:paraId="5B1F675C" w14:textId="22BFEE22" w:rsidR="0096062B" w:rsidRPr="008D3939" w:rsidRDefault="004B4B30" w:rsidP="0096062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  <w:r w:rsidRPr="008D3939">
              <w:rPr>
                <w:rFonts w:ascii="Times New Roman" w:hAnsi="Times New Roman"/>
                <w:lang w:val="en-GB" w:eastAsia="ko-KR"/>
              </w:rPr>
              <w:t>Description</w:t>
            </w:r>
          </w:p>
        </w:tc>
        <w:tc>
          <w:tcPr>
            <w:tcW w:w="1275" w:type="dxa"/>
          </w:tcPr>
          <w:p w14:paraId="5ECD0EB5" w14:textId="379D91A7" w:rsidR="0096062B" w:rsidRPr="008D3939" w:rsidRDefault="004B4B30" w:rsidP="0096062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  <w:r w:rsidRPr="008D3939">
              <w:rPr>
                <w:rFonts w:ascii="Times New Roman" w:hAnsi="Times New Roman"/>
                <w:lang w:val="en-GB" w:eastAsia="ko-KR"/>
              </w:rPr>
              <w:t>Number</w:t>
            </w:r>
          </w:p>
        </w:tc>
        <w:tc>
          <w:tcPr>
            <w:tcW w:w="2551" w:type="dxa"/>
          </w:tcPr>
          <w:p w14:paraId="7BBA313B" w14:textId="33F2CCCB" w:rsidR="0096062B" w:rsidRPr="008D3939" w:rsidRDefault="004B4B30" w:rsidP="0096062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  <w:r w:rsidRPr="008D3939">
              <w:rPr>
                <w:rFonts w:ascii="Times New Roman" w:hAnsi="Times New Roman"/>
                <w:lang w:val="en-GB" w:eastAsia="ko-KR"/>
              </w:rPr>
              <w:t>Price (to be Tendered)</w:t>
            </w:r>
          </w:p>
        </w:tc>
      </w:tr>
      <w:tr w:rsidR="0096062B" w:rsidRPr="008D3939" w14:paraId="0DA7EAD0" w14:textId="77777777" w:rsidTr="004B4B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5C55BC33" w14:textId="348382A8" w:rsidR="0096062B" w:rsidRPr="008D3939" w:rsidRDefault="0096062B" w:rsidP="0096062B">
            <w:pPr>
              <w:jc w:val="center"/>
              <w:rPr>
                <w:rFonts w:ascii="Times New Roman" w:hAnsi="Times New Roman"/>
                <w:b w:val="0"/>
                <w:bCs w:val="0"/>
                <w:lang w:val="en-GB" w:eastAsia="ko-KR"/>
              </w:rPr>
            </w:pPr>
            <w:r w:rsidRPr="008D3939">
              <w:rPr>
                <w:rFonts w:ascii="Times New Roman" w:hAnsi="Times New Roman"/>
                <w:b w:val="0"/>
                <w:bCs w:val="0"/>
                <w:lang w:val="en-GB" w:eastAsia="ko-KR"/>
              </w:rPr>
              <w:t>1</w:t>
            </w:r>
          </w:p>
        </w:tc>
        <w:tc>
          <w:tcPr>
            <w:tcW w:w="4820" w:type="dxa"/>
          </w:tcPr>
          <w:p w14:paraId="6021D47B" w14:textId="77777777" w:rsidR="0096062B" w:rsidRPr="008D3939" w:rsidRDefault="0096062B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</w:p>
        </w:tc>
        <w:tc>
          <w:tcPr>
            <w:tcW w:w="1275" w:type="dxa"/>
          </w:tcPr>
          <w:p w14:paraId="0CE1585D" w14:textId="77777777" w:rsidR="0096062B" w:rsidRPr="008D3939" w:rsidRDefault="0096062B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</w:p>
        </w:tc>
        <w:tc>
          <w:tcPr>
            <w:tcW w:w="2551" w:type="dxa"/>
          </w:tcPr>
          <w:p w14:paraId="3C07ADEB" w14:textId="77777777" w:rsidR="0096062B" w:rsidRPr="008D3939" w:rsidRDefault="0096062B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</w:p>
        </w:tc>
      </w:tr>
      <w:tr w:rsidR="004B4B30" w:rsidRPr="008D3939" w14:paraId="50FD663C" w14:textId="77777777" w:rsidTr="004B4B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4AF029A" w14:textId="2447DC92" w:rsidR="004B4B30" w:rsidRPr="008D3939" w:rsidRDefault="004B4B30" w:rsidP="0096062B">
            <w:pPr>
              <w:jc w:val="center"/>
              <w:rPr>
                <w:rFonts w:ascii="Times New Roman" w:hAnsi="Times New Roman"/>
                <w:b w:val="0"/>
                <w:bCs w:val="0"/>
                <w:lang w:val="en-GB" w:eastAsia="ko-KR"/>
              </w:rPr>
            </w:pPr>
            <w:r w:rsidRPr="008D3939">
              <w:rPr>
                <w:rFonts w:ascii="Times New Roman" w:hAnsi="Times New Roman"/>
                <w:b w:val="0"/>
                <w:bCs w:val="0"/>
                <w:lang w:val="en-GB" w:eastAsia="ko-KR"/>
              </w:rPr>
              <w:t>2</w:t>
            </w:r>
          </w:p>
        </w:tc>
        <w:tc>
          <w:tcPr>
            <w:tcW w:w="4820" w:type="dxa"/>
          </w:tcPr>
          <w:p w14:paraId="0903AC0F" w14:textId="77777777" w:rsidR="004B4B30" w:rsidRPr="008D3939" w:rsidRDefault="004B4B30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</w:p>
        </w:tc>
        <w:tc>
          <w:tcPr>
            <w:tcW w:w="1275" w:type="dxa"/>
          </w:tcPr>
          <w:p w14:paraId="6CEC7451" w14:textId="77777777" w:rsidR="004B4B30" w:rsidRPr="008D3939" w:rsidRDefault="004B4B30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</w:p>
        </w:tc>
        <w:tc>
          <w:tcPr>
            <w:tcW w:w="2551" w:type="dxa"/>
          </w:tcPr>
          <w:p w14:paraId="46374275" w14:textId="77777777" w:rsidR="004B4B30" w:rsidRPr="008D3939" w:rsidRDefault="004B4B30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</w:p>
        </w:tc>
      </w:tr>
      <w:tr w:rsidR="004B4B30" w:rsidRPr="008D3939" w14:paraId="0801EFFF" w14:textId="77777777" w:rsidTr="004B4B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003A13B" w14:textId="4D60C2A8" w:rsidR="004B4B30" w:rsidRPr="008D3939" w:rsidRDefault="004B4B30" w:rsidP="0096062B">
            <w:pPr>
              <w:jc w:val="center"/>
              <w:rPr>
                <w:rFonts w:ascii="Times New Roman" w:hAnsi="Times New Roman"/>
                <w:b w:val="0"/>
                <w:bCs w:val="0"/>
                <w:lang w:val="en-GB" w:eastAsia="ko-KR"/>
              </w:rPr>
            </w:pPr>
            <w:r w:rsidRPr="008D3939">
              <w:rPr>
                <w:rFonts w:ascii="Times New Roman" w:hAnsi="Times New Roman"/>
                <w:b w:val="0"/>
                <w:bCs w:val="0"/>
                <w:lang w:val="en-GB" w:eastAsia="ko-KR"/>
              </w:rPr>
              <w:t>3</w:t>
            </w:r>
          </w:p>
        </w:tc>
        <w:tc>
          <w:tcPr>
            <w:tcW w:w="4820" w:type="dxa"/>
          </w:tcPr>
          <w:p w14:paraId="264D127A" w14:textId="77777777" w:rsidR="004B4B30" w:rsidRPr="008D3939" w:rsidRDefault="004B4B30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</w:p>
        </w:tc>
        <w:tc>
          <w:tcPr>
            <w:tcW w:w="1275" w:type="dxa"/>
          </w:tcPr>
          <w:p w14:paraId="75CA9514" w14:textId="77777777" w:rsidR="004B4B30" w:rsidRPr="008D3939" w:rsidRDefault="004B4B30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</w:p>
        </w:tc>
        <w:tc>
          <w:tcPr>
            <w:tcW w:w="2551" w:type="dxa"/>
          </w:tcPr>
          <w:p w14:paraId="77C62838" w14:textId="77777777" w:rsidR="004B4B30" w:rsidRPr="008D3939" w:rsidRDefault="004B4B30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</w:p>
        </w:tc>
      </w:tr>
      <w:tr w:rsidR="004B4B30" w:rsidRPr="008D3939" w14:paraId="2F2BFF18" w14:textId="77777777" w:rsidTr="004B4B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5F11ABED" w14:textId="45E5FD0E" w:rsidR="004B4B30" w:rsidRPr="008D3939" w:rsidRDefault="004B4B30" w:rsidP="0096062B">
            <w:pPr>
              <w:jc w:val="center"/>
              <w:rPr>
                <w:rFonts w:ascii="Times New Roman" w:hAnsi="Times New Roman"/>
                <w:b w:val="0"/>
                <w:bCs w:val="0"/>
                <w:lang w:val="en-GB" w:eastAsia="ko-KR"/>
              </w:rPr>
            </w:pPr>
            <w:r w:rsidRPr="008D3939">
              <w:rPr>
                <w:rFonts w:ascii="Times New Roman" w:hAnsi="Times New Roman"/>
                <w:b w:val="0"/>
                <w:bCs w:val="0"/>
                <w:lang w:val="en-GB" w:eastAsia="ko-KR"/>
              </w:rPr>
              <w:t>4</w:t>
            </w:r>
          </w:p>
        </w:tc>
        <w:tc>
          <w:tcPr>
            <w:tcW w:w="4820" w:type="dxa"/>
          </w:tcPr>
          <w:p w14:paraId="43FD9B82" w14:textId="77777777" w:rsidR="004B4B30" w:rsidRPr="008D3939" w:rsidRDefault="004B4B30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</w:p>
        </w:tc>
        <w:tc>
          <w:tcPr>
            <w:tcW w:w="1275" w:type="dxa"/>
          </w:tcPr>
          <w:p w14:paraId="7343A017" w14:textId="77777777" w:rsidR="004B4B30" w:rsidRPr="008D3939" w:rsidRDefault="004B4B30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</w:p>
        </w:tc>
        <w:tc>
          <w:tcPr>
            <w:tcW w:w="2551" w:type="dxa"/>
          </w:tcPr>
          <w:p w14:paraId="046198B5" w14:textId="77777777" w:rsidR="004B4B30" w:rsidRPr="008D3939" w:rsidRDefault="004B4B30" w:rsidP="00960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val="en-GB" w:eastAsia="ko-KR"/>
              </w:rPr>
            </w:pPr>
          </w:p>
        </w:tc>
      </w:tr>
    </w:tbl>
    <w:p w14:paraId="66C29E32" w14:textId="77777777" w:rsidR="0096062B" w:rsidRPr="008D3939" w:rsidRDefault="0096062B" w:rsidP="0096062B">
      <w:pPr>
        <w:rPr>
          <w:rFonts w:ascii="Times New Roman" w:hAnsi="Times New Roman"/>
          <w:lang w:val="en-GB" w:eastAsia="ko-KR"/>
        </w:rPr>
      </w:pPr>
    </w:p>
    <w:p w14:paraId="6A9834D6" w14:textId="77777777" w:rsidR="0096062B" w:rsidRPr="008D3939" w:rsidRDefault="0096062B" w:rsidP="0096062B">
      <w:pPr>
        <w:rPr>
          <w:rFonts w:ascii="Times New Roman" w:hAnsi="Times New Roman"/>
          <w:lang w:val="en-GB" w:eastAsia="ko-KR"/>
        </w:rPr>
      </w:pPr>
    </w:p>
    <w:p w14:paraId="6C2FF20C" w14:textId="77777777" w:rsidR="0096062B" w:rsidRPr="008D3939" w:rsidRDefault="0096062B" w:rsidP="0096062B">
      <w:pPr>
        <w:rPr>
          <w:rFonts w:ascii="Times New Roman" w:hAnsi="Times New Roman"/>
          <w:lang w:val="en-GB" w:eastAsia="ko-KR"/>
        </w:rPr>
        <w:sectPr w:rsidR="0096062B" w:rsidRPr="008D3939" w:rsidSect="003A024D">
          <w:headerReference w:type="first" r:id="rId11"/>
          <w:type w:val="oddPage"/>
          <w:pgSz w:w="12240" w:h="15840" w:code="1"/>
          <w:pgMar w:top="993" w:right="1440" w:bottom="1080" w:left="1440" w:header="284" w:footer="720" w:gutter="0"/>
          <w:cols w:space="720"/>
          <w:titlePg/>
          <w:docGrid w:linePitch="326"/>
        </w:sectPr>
      </w:pPr>
    </w:p>
    <w:p w14:paraId="06659D51" w14:textId="5F0D88BD" w:rsidR="0096062B" w:rsidRPr="008D3939" w:rsidRDefault="0096062B" w:rsidP="009E488B">
      <w:pPr>
        <w:pStyle w:val="Heading2"/>
        <w:numPr>
          <w:ilvl w:val="0"/>
          <w:numId w:val="17"/>
        </w:numPr>
      </w:pPr>
      <w:bookmarkStart w:id="6" w:name="_Toc44939739"/>
      <w:r w:rsidRPr="008D3939">
        <w:lastRenderedPageBreak/>
        <w:t>Team Composition and Task Assignments</w:t>
      </w:r>
      <w:bookmarkEnd w:id="6"/>
    </w:p>
    <w:p w14:paraId="4E3D8E86" w14:textId="77777777" w:rsidR="0096062B" w:rsidRPr="008D3939" w:rsidRDefault="0096062B" w:rsidP="0096062B">
      <w:pPr>
        <w:jc w:val="center"/>
        <w:rPr>
          <w:rFonts w:ascii="Times New Roman" w:hAnsi="Times New Roman"/>
          <w:lang w:val="en-GB" w:eastAsia="ko-KR"/>
        </w:rPr>
      </w:pPr>
    </w:p>
    <w:tbl>
      <w:tblPr>
        <w:tblW w:w="0" w:type="auto"/>
        <w:tblInd w:w="55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3781"/>
        <w:gridCol w:w="3781"/>
        <w:gridCol w:w="4228"/>
      </w:tblGrid>
      <w:tr w:rsidR="0096062B" w:rsidRPr="008D3939" w14:paraId="2CAF7E52" w14:textId="77777777" w:rsidTr="00EA6DF1">
        <w:trPr>
          <w:trHeight w:val="232"/>
        </w:trPr>
        <w:tc>
          <w:tcPr>
            <w:tcW w:w="11790" w:type="dxa"/>
            <w:gridSpan w:val="3"/>
            <w:vAlign w:val="center"/>
          </w:tcPr>
          <w:p w14:paraId="2A918BDE" w14:textId="2543B5FE" w:rsidR="0096062B" w:rsidRPr="008D3939" w:rsidRDefault="0096062B" w:rsidP="00EA6DF1">
            <w:pPr>
              <w:spacing w:after="120"/>
              <w:jc w:val="both"/>
              <w:rPr>
                <w:rFonts w:ascii="Times New Roman" w:hAnsi="Times New Roman"/>
                <w:b/>
                <w:lang w:val="en-GB"/>
              </w:rPr>
            </w:pPr>
            <w:r w:rsidRPr="008D3939">
              <w:rPr>
                <w:rFonts w:ascii="Times New Roman" w:hAnsi="Times New Roman"/>
                <w:b/>
                <w:lang w:val="en-GB"/>
              </w:rPr>
              <w:t>1. Technical/Managerial Staff</w:t>
            </w:r>
          </w:p>
        </w:tc>
      </w:tr>
      <w:tr w:rsidR="0096062B" w:rsidRPr="008D3939" w14:paraId="24D33340" w14:textId="77777777" w:rsidTr="00EA6DF1">
        <w:tc>
          <w:tcPr>
            <w:tcW w:w="3781" w:type="dxa"/>
          </w:tcPr>
          <w:p w14:paraId="638DCBE1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lang w:val="en-GB"/>
              </w:rPr>
            </w:pPr>
            <w:r w:rsidRPr="008D3939">
              <w:rPr>
                <w:rFonts w:ascii="Times New Roman" w:hAnsi="Times New Roman"/>
                <w:lang w:val="en-GB"/>
              </w:rPr>
              <w:t>Name</w:t>
            </w:r>
          </w:p>
        </w:tc>
        <w:tc>
          <w:tcPr>
            <w:tcW w:w="3781" w:type="dxa"/>
          </w:tcPr>
          <w:p w14:paraId="51D36A80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lang w:val="en-GB"/>
              </w:rPr>
            </w:pPr>
            <w:r w:rsidRPr="008D3939">
              <w:rPr>
                <w:rFonts w:ascii="Times New Roman" w:hAnsi="Times New Roman"/>
                <w:lang w:val="en-GB"/>
              </w:rPr>
              <w:t>Position</w:t>
            </w:r>
          </w:p>
        </w:tc>
        <w:tc>
          <w:tcPr>
            <w:tcW w:w="4228" w:type="dxa"/>
          </w:tcPr>
          <w:p w14:paraId="36A9A2B1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lang w:val="en-GB"/>
              </w:rPr>
            </w:pPr>
            <w:r w:rsidRPr="008D3939">
              <w:rPr>
                <w:rFonts w:ascii="Times New Roman" w:hAnsi="Times New Roman"/>
                <w:lang w:val="en-GB"/>
              </w:rPr>
              <w:t>Task</w:t>
            </w:r>
          </w:p>
        </w:tc>
      </w:tr>
      <w:tr w:rsidR="0096062B" w:rsidRPr="008D3939" w14:paraId="01DDDC25" w14:textId="77777777" w:rsidTr="00EA6DF1">
        <w:tc>
          <w:tcPr>
            <w:tcW w:w="3781" w:type="dxa"/>
          </w:tcPr>
          <w:p w14:paraId="5561D4A6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81" w:type="dxa"/>
          </w:tcPr>
          <w:p w14:paraId="2527B933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28" w:type="dxa"/>
          </w:tcPr>
          <w:p w14:paraId="7FF8ABA5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</w:tr>
      <w:tr w:rsidR="0096062B" w:rsidRPr="008D3939" w14:paraId="27D0E82B" w14:textId="77777777" w:rsidTr="00EA6DF1">
        <w:tc>
          <w:tcPr>
            <w:tcW w:w="3781" w:type="dxa"/>
          </w:tcPr>
          <w:p w14:paraId="37532D04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81" w:type="dxa"/>
          </w:tcPr>
          <w:p w14:paraId="0CF2C76D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28" w:type="dxa"/>
          </w:tcPr>
          <w:p w14:paraId="58D96A53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</w:tr>
      <w:tr w:rsidR="0096062B" w:rsidRPr="008D3939" w14:paraId="2EDA5DCF" w14:textId="77777777" w:rsidTr="00EA6DF1">
        <w:tc>
          <w:tcPr>
            <w:tcW w:w="3781" w:type="dxa"/>
          </w:tcPr>
          <w:p w14:paraId="14677052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81" w:type="dxa"/>
          </w:tcPr>
          <w:p w14:paraId="5F4CC431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28" w:type="dxa"/>
          </w:tcPr>
          <w:p w14:paraId="1F0F73CE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</w:tr>
      <w:tr w:rsidR="0096062B" w:rsidRPr="008D3939" w14:paraId="1A38E327" w14:textId="77777777" w:rsidTr="00EA6DF1">
        <w:tc>
          <w:tcPr>
            <w:tcW w:w="3781" w:type="dxa"/>
          </w:tcPr>
          <w:p w14:paraId="0A4D9BFA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81" w:type="dxa"/>
          </w:tcPr>
          <w:p w14:paraId="5E658E20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28" w:type="dxa"/>
          </w:tcPr>
          <w:p w14:paraId="790A4653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</w:tr>
      <w:tr w:rsidR="0096062B" w:rsidRPr="008D3939" w14:paraId="169A9BD0" w14:textId="77777777" w:rsidTr="00EA6DF1">
        <w:tc>
          <w:tcPr>
            <w:tcW w:w="3781" w:type="dxa"/>
          </w:tcPr>
          <w:p w14:paraId="136F1288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81" w:type="dxa"/>
          </w:tcPr>
          <w:p w14:paraId="2726AA33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28" w:type="dxa"/>
          </w:tcPr>
          <w:p w14:paraId="115C2240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</w:tr>
    </w:tbl>
    <w:p w14:paraId="5CE0BFC4" w14:textId="3529B13F" w:rsidR="0096062B" w:rsidRPr="008D3939" w:rsidRDefault="00545872" w:rsidP="00545872">
      <w:pPr>
        <w:spacing w:before="0"/>
        <w:rPr>
          <w:rFonts w:ascii="Times New Roman" w:hAnsi="Times New Roman"/>
          <w:lang w:val="en-GB" w:eastAsia="ko-KR"/>
        </w:rPr>
      </w:pPr>
      <w:r w:rsidRPr="008D3939">
        <w:rPr>
          <w:rFonts w:ascii="Times New Roman" w:hAnsi="Times New Roman"/>
          <w:lang w:val="en-GB" w:eastAsia="ko-KR"/>
        </w:rPr>
        <w:br w:type="page"/>
      </w:r>
    </w:p>
    <w:tbl>
      <w:tblPr>
        <w:tblW w:w="0" w:type="auto"/>
        <w:tblInd w:w="55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1"/>
        <w:gridCol w:w="3791"/>
        <w:gridCol w:w="4208"/>
      </w:tblGrid>
      <w:tr w:rsidR="0096062B" w:rsidRPr="008D3939" w14:paraId="6461F355" w14:textId="77777777" w:rsidTr="00EA6DF1">
        <w:tc>
          <w:tcPr>
            <w:tcW w:w="11790" w:type="dxa"/>
            <w:gridSpan w:val="3"/>
            <w:tcMar>
              <w:top w:w="113" w:type="dxa"/>
              <w:bottom w:w="113" w:type="dxa"/>
            </w:tcMar>
            <w:vAlign w:val="center"/>
          </w:tcPr>
          <w:p w14:paraId="1C5783A4" w14:textId="1CDF2114" w:rsidR="0096062B" w:rsidRPr="008D3939" w:rsidRDefault="0096062B" w:rsidP="00EA6DF1">
            <w:pPr>
              <w:spacing w:after="120"/>
              <w:rPr>
                <w:rFonts w:ascii="Times New Roman" w:hAnsi="Times New Roman"/>
                <w:lang w:val="en-GB"/>
              </w:rPr>
            </w:pPr>
            <w:r w:rsidRPr="008D3939">
              <w:rPr>
                <w:rFonts w:ascii="Times New Roman" w:hAnsi="Times New Roman"/>
                <w:b/>
                <w:lang w:val="en-GB"/>
              </w:rPr>
              <w:lastRenderedPageBreak/>
              <w:t>2. Support</w:t>
            </w:r>
            <w:r w:rsidR="004340F8" w:rsidRPr="008D3939">
              <w:rPr>
                <w:rFonts w:ascii="Times New Roman" w:hAnsi="Times New Roman"/>
                <w:b/>
                <w:lang w:val="en-GB"/>
              </w:rPr>
              <w:t>/Backstopping</w:t>
            </w:r>
            <w:r w:rsidRPr="008D3939">
              <w:rPr>
                <w:rFonts w:ascii="Times New Roman" w:hAnsi="Times New Roman"/>
                <w:b/>
                <w:lang w:val="en-GB"/>
              </w:rPr>
              <w:t xml:space="preserve"> Staff</w:t>
            </w:r>
          </w:p>
        </w:tc>
      </w:tr>
      <w:tr w:rsidR="0096062B" w:rsidRPr="008D3939" w14:paraId="67C126EC" w14:textId="77777777" w:rsidTr="00EA6DF1">
        <w:tc>
          <w:tcPr>
            <w:tcW w:w="3791" w:type="dxa"/>
            <w:tcMar>
              <w:top w:w="113" w:type="dxa"/>
              <w:bottom w:w="113" w:type="dxa"/>
            </w:tcMar>
            <w:vAlign w:val="center"/>
          </w:tcPr>
          <w:p w14:paraId="1CC0EC08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lang w:val="en-GB"/>
              </w:rPr>
            </w:pPr>
            <w:r w:rsidRPr="008D3939">
              <w:rPr>
                <w:rFonts w:ascii="Times New Roman" w:hAnsi="Times New Roman"/>
                <w:lang w:val="en-GB"/>
              </w:rPr>
              <w:t>Name</w:t>
            </w:r>
          </w:p>
        </w:tc>
        <w:tc>
          <w:tcPr>
            <w:tcW w:w="3791" w:type="dxa"/>
            <w:tcMar>
              <w:top w:w="113" w:type="dxa"/>
              <w:bottom w:w="113" w:type="dxa"/>
            </w:tcMar>
            <w:vAlign w:val="center"/>
          </w:tcPr>
          <w:p w14:paraId="302BB4D1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lang w:val="en-GB"/>
              </w:rPr>
            </w:pPr>
            <w:r w:rsidRPr="008D3939">
              <w:rPr>
                <w:rFonts w:ascii="Times New Roman" w:hAnsi="Times New Roman"/>
                <w:lang w:val="en-GB"/>
              </w:rPr>
              <w:t>Position</w:t>
            </w:r>
          </w:p>
        </w:tc>
        <w:tc>
          <w:tcPr>
            <w:tcW w:w="4208" w:type="dxa"/>
            <w:tcMar>
              <w:top w:w="113" w:type="dxa"/>
              <w:bottom w:w="113" w:type="dxa"/>
            </w:tcMar>
            <w:vAlign w:val="center"/>
          </w:tcPr>
          <w:p w14:paraId="17C47B76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lang w:val="en-GB"/>
              </w:rPr>
            </w:pPr>
            <w:r w:rsidRPr="008D3939">
              <w:rPr>
                <w:rFonts w:ascii="Times New Roman" w:hAnsi="Times New Roman"/>
                <w:lang w:val="en-GB"/>
              </w:rPr>
              <w:t>Task</w:t>
            </w:r>
          </w:p>
        </w:tc>
      </w:tr>
      <w:tr w:rsidR="0096062B" w:rsidRPr="008D3939" w14:paraId="0EE309B0" w14:textId="77777777" w:rsidTr="00EA6DF1">
        <w:tc>
          <w:tcPr>
            <w:tcW w:w="3791" w:type="dxa"/>
            <w:tcMar>
              <w:top w:w="113" w:type="dxa"/>
              <w:bottom w:w="113" w:type="dxa"/>
            </w:tcMar>
            <w:vAlign w:val="center"/>
          </w:tcPr>
          <w:p w14:paraId="77FF0964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91" w:type="dxa"/>
            <w:tcMar>
              <w:top w:w="113" w:type="dxa"/>
              <w:bottom w:w="113" w:type="dxa"/>
            </w:tcMar>
            <w:vAlign w:val="center"/>
          </w:tcPr>
          <w:p w14:paraId="0E18437B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08" w:type="dxa"/>
            <w:tcMar>
              <w:top w:w="113" w:type="dxa"/>
              <w:bottom w:w="113" w:type="dxa"/>
            </w:tcMar>
            <w:vAlign w:val="center"/>
          </w:tcPr>
          <w:p w14:paraId="53E18CCA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</w:tr>
      <w:tr w:rsidR="0096062B" w:rsidRPr="008D3939" w14:paraId="7599B572" w14:textId="77777777" w:rsidTr="00EA6DF1">
        <w:tc>
          <w:tcPr>
            <w:tcW w:w="3791" w:type="dxa"/>
            <w:tcMar>
              <w:top w:w="113" w:type="dxa"/>
              <w:bottom w:w="113" w:type="dxa"/>
            </w:tcMar>
            <w:vAlign w:val="center"/>
          </w:tcPr>
          <w:p w14:paraId="36F7526B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91" w:type="dxa"/>
            <w:tcMar>
              <w:top w:w="113" w:type="dxa"/>
              <w:bottom w:w="113" w:type="dxa"/>
            </w:tcMar>
            <w:vAlign w:val="center"/>
          </w:tcPr>
          <w:p w14:paraId="4921B687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08" w:type="dxa"/>
            <w:tcMar>
              <w:top w:w="113" w:type="dxa"/>
              <w:bottom w:w="113" w:type="dxa"/>
            </w:tcMar>
            <w:vAlign w:val="center"/>
          </w:tcPr>
          <w:p w14:paraId="2D6422D9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</w:tr>
      <w:tr w:rsidR="0096062B" w:rsidRPr="008D3939" w14:paraId="58E38424" w14:textId="77777777" w:rsidTr="00EA6DF1">
        <w:tc>
          <w:tcPr>
            <w:tcW w:w="3791" w:type="dxa"/>
            <w:tcMar>
              <w:top w:w="113" w:type="dxa"/>
              <w:bottom w:w="113" w:type="dxa"/>
            </w:tcMar>
            <w:vAlign w:val="center"/>
          </w:tcPr>
          <w:p w14:paraId="24D2D5B8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91" w:type="dxa"/>
            <w:tcMar>
              <w:top w:w="113" w:type="dxa"/>
              <w:bottom w:w="113" w:type="dxa"/>
            </w:tcMar>
            <w:vAlign w:val="center"/>
          </w:tcPr>
          <w:p w14:paraId="475DBEB2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08" w:type="dxa"/>
            <w:tcMar>
              <w:top w:w="113" w:type="dxa"/>
              <w:bottom w:w="113" w:type="dxa"/>
            </w:tcMar>
            <w:vAlign w:val="center"/>
          </w:tcPr>
          <w:p w14:paraId="72699E1C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</w:tr>
      <w:tr w:rsidR="0096062B" w:rsidRPr="008D3939" w14:paraId="061B7FA7" w14:textId="77777777" w:rsidTr="00EA6DF1">
        <w:tc>
          <w:tcPr>
            <w:tcW w:w="3791" w:type="dxa"/>
            <w:tcMar>
              <w:top w:w="113" w:type="dxa"/>
              <w:bottom w:w="113" w:type="dxa"/>
            </w:tcMar>
            <w:vAlign w:val="center"/>
          </w:tcPr>
          <w:p w14:paraId="2B514F8B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91" w:type="dxa"/>
            <w:tcMar>
              <w:top w:w="113" w:type="dxa"/>
              <w:bottom w:w="113" w:type="dxa"/>
            </w:tcMar>
            <w:vAlign w:val="center"/>
          </w:tcPr>
          <w:p w14:paraId="696541A3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08" w:type="dxa"/>
            <w:tcMar>
              <w:top w:w="113" w:type="dxa"/>
              <w:bottom w:w="113" w:type="dxa"/>
            </w:tcMar>
            <w:vAlign w:val="center"/>
          </w:tcPr>
          <w:p w14:paraId="6C94089E" w14:textId="77777777" w:rsidR="0096062B" w:rsidRPr="008D3939" w:rsidRDefault="0096062B" w:rsidP="00EA6DF1">
            <w:pPr>
              <w:rPr>
                <w:rFonts w:ascii="Times New Roman" w:hAnsi="Times New Roman"/>
                <w:lang w:val="en-GB"/>
              </w:rPr>
            </w:pPr>
          </w:p>
        </w:tc>
      </w:tr>
    </w:tbl>
    <w:p w14:paraId="1468FA39" w14:textId="77777777" w:rsidR="00545872" w:rsidRPr="008D3939" w:rsidRDefault="00545872">
      <w:pPr>
        <w:spacing w:before="0"/>
        <w:rPr>
          <w:b/>
          <w:sz w:val="32"/>
          <w:szCs w:val="32"/>
          <w:lang w:val="en-GB"/>
        </w:rPr>
      </w:pPr>
      <w:r w:rsidRPr="008D3939">
        <w:rPr>
          <w:lang w:val="en-GB"/>
        </w:rPr>
        <w:br w:type="page"/>
      </w:r>
    </w:p>
    <w:p w14:paraId="68444290" w14:textId="35EB0699" w:rsidR="0096062B" w:rsidRPr="008D3939" w:rsidRDefault="0096062B" w:rsidP="009E488B">
      <w:pPr>
        <w:pStyle w:val="Heading2"/>
        <w:numPr>
          <w:ilvl w:val="0"/>
          <w:numId w:val="17"/>
        </w:numPr>
      </w:pPr>
      <w:bookmarkStart w:id="7" w:name="_Toc44939740"/>
      <w:r w:rsidRPr="008D3939">
        <w:lastRenderedPageBreak/>
        <w:t>Time Schedule for Professional Personnel</w:t>
      </w:r>
      <w:bookmarkEnd w:id="7"/>
    </w:p>
    <w:p w14:paraId="1DBA7FFB" w14:textId="77777777" w:rsidR="0096062B" w:rsidRPr="008D3939" w:rsidRDefault="0096062B" w:rsidP="0096062B">
      <w:pPr>
        <w:spacing w:before="160"/>
        <w:rPr>
          <w:rFonts w:ascii="Times New Roman" w:hAnsi="Times New Roman"/>
          <w:lang w:val="en-GB"/>
        </w:rPr>
      </w:pPr>
    </w:p>
    <w:tbl>
      <w:tblPr>
        <w:tblW w:w="12992" w:type="dxa"/>
        <w:tblInd w:w="16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377"/>
        <w:gridCol w:w="1417"/>
        <w:gridCol w:w="34"/>
        <w:gridCol w:w="1451"/>
        <w:gridCol w:w="93"/>
        <w:gridCol w:w="1358"/>
        <w:gridCol w:w="556"/>
        <w:gridCol w:w="557"/>
        <w:gridCol w:w="557"/>
        <w:gridCol w:w="557"/>
        <w:gridCol w:w="557"/>
        <w:gridCol w:w="557"/>
        <w:gridCol w:w="557"/>
        <w:gridCol w:w="557"/>
        <w:gridCol w:w="557"/>
        <w:gridCol w:w="557"/>
        <w:gridCol w:w="2693"/>
      </w:tblGrid>
      <w:tr w:rsidR="0096062B" w:rsidRPr="008D3939" w14:paraId="67F4215B" w14:textId="77777777" w:rsidTr="004340F8">
        <w:tc>
          <w:tcPr>
            <w:tcW w:w="1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CC88B8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78" w:type="dxa"/>
            <w:gridSpan w:val="3"/>
            <w:tcBorders>
              <w:top w:val="single" w:sz="6" w:space="0" w:color="auto"/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A5A7BA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58" w:type="dxa"/>
            <w:tcBorders>
              <w:top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205CD7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262" w:type="dxa"/>
            <w:gridSpan w:val="11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968EE0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lang w:val="en-GB" w:eastAsia="ko-KR"/>
              </w:rPr>
            </w:pPr>
            <w:r w:rsidRPr="008D3939">
              <w:rPr>
                <w:rFonts w:ascii="Times New Roman" w:hAnsi="Times New Roman"/>
                <w:lang w:val="en-GB"/>
              </w:rPr>
              <w:t>Months</w:t>
            </w:r>
            <w:r w:rsidRPr="008D3939">
              <w:rPr>
                <w:rFonts w:ascii="Times New Roman" w:hAnsi="Times New Roman"/>
                <w:lang w:val="en-GB" w:eastAsia="ko-KR"/>
              </w:rPr>
              <w:t xml:space="preserve"> (</w:t>
            </w:r>
            <w:r w:rsidRPr="008D3939">
              <w:rPr>
                <w:rFonts w:ascii="Times New Roman" w:hAnsi="Times New Roman"/>
                <w:sz w:val="22"/>
                <w:lang w:val="en-GB"/>
              </w:rPr>
              <w:t>1</w:t>
            </w:r>
            <w:r w:rsidRPr="008D3939">
              <w:rPr>
                <w:rFonts w:ascii="Times New Roman" w:hAnsi="Times New Roman"/>
                <w:sz w:val="22"/>
                <w:vertAlign w:val="superscript"/>
                <w:lang w:val="en-GB"/>
              </w:rPr>
              <w:t>st</w:t>
            </w:r>
            <w:r w:rsidRPr="008D3939">
              <w:rPr>
                <w:rFonts w:ascii="Times New Roman" w:hAnsi="Times New Roman"/>
                <w:sz w:val="22"/>
                <w:lang w:val="en-GB"/>
              </w:rPr>
              <w:t>, 2</w:t>
            </w:r>
            <w:r w:rsidRPr="008D3939">
              <w:rPr>
                <w:rFonts w:ascii="Times New Roman" w:hAnsi="Times New Roman"/>
                <w:sz w:val="22"/>
                <w:vertAlign w:val="superscript"/>
                <w:lang w:val="en-GB"/>
              </w:rPr>
              <w:t>nd</w:t>
            </w:r>
            <w:r w:rsidRPr="008D3939">
              <w:rPr>
                <w:rFonts w:ascii="Times New Roman" w:hAnsi="Times New Roman"/>
                <w:sz w:val="22"/>
                <w:lang w:val="en-GB"/>
              </w:rPr>
              <w:t>, etc. are months from the start of assignment.</w:t>
            </w:r>
            <w:r w:rsidRPr="008D3939">
              <w:rPr>
                <w:rFonts w:ascii="Times New Roman" w:hAnsi="Times New Roman"/>
                <w:sz w:val="22"/>
                <w:lang w:val="en-GB" w:eastAsia="ko-KR"/>
              </w:rPr>
              <w:t>)</w:t>
            </w:r>
          </w:p>
        </w:tc>
      </w:tr>
      <w:tr w:rsidR="0096062B" w:rsidRPr="008D3939" w14:paraId="6FF2C7C7" w14:textId="77777777" w:rsidTr="004340F8">
        <w:tc>
          <w:tcPr>
            <w:tcW w:w="3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BB0952D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</w:p>
        </w:tc>
        <w:tc>
          <w:tcPr>
            <w:tcW w:w="145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578F26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Name</w:t>
            </w:r>
          </w:p>
        </w:tc>
        <w:tc>
          <w:tcPr>
            <w:tcW w:w="1451" w:type="dxa"/>
            <w:tcBorders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A1BA0AA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Position</w:t>
            </w:r>
          </w:p>
        </w:tc>
        <w:tc>
          <w:tcPr>
            <w:tcW w:w="1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0EF56E7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Activities</w:t>
            </w:r>
          </w:p>
        </w:tc>
        <w:tc>
          <w:tcPr>
            <w:tcW w:w="556" w:type="dxa"/>
            <w:tcBorders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8E597C9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1st</w:t>
            </w: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AFCD8E1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2nd</w:t>
            </w:r>
          </w:p>
        </w:tc>
        <w:tc>
          <w:tcPr>
            <w:tcW w:w="557" w:type="dxa"/>
            <w:tcBorders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11907ED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3rd</w:t>
            </w: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8520749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4th</w:t>
            </w:r>
          </w:p>
        </w:tc>
        <w:tc>
          <w:tcPr>
            <w:tcW w:w="557" w:type="dxa"/>
            <w:tcBorders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DEE3C7C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5th</w:t>
            </w: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7932707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6th</w:t>
            </w:r>
          </w:p>
        </w:tc>
        <w:tc>
          <w:tcPr>
            <w:tcW w:w="557" w:type="dxa"/>
            <w:tcBorders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34D2A68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260C315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528B44D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599C63E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tcBorders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75701F4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Number of Months</w:t>
            </w:r>
          </w:p>
        </w:tc>
      </w:tr>
      <w:tr w:rsidR="0096062B" w:rsidRPr="008D3939" w14:paraId="3DB8DF45" w14:textId="77777777" w:rsidTr="004340F8">
        <w:tc>
          <w:tcPr>
            <w:tcW w:w="377" w:type="dxa"/>
            <w:tcBorders>
              <w:left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E70AD6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 w:eastAsia="ko-KR"/>
              </w:rPr>
              <w:t>1</w:t>
            </w:r>
          </w:p>
        </w:tc>
        <w:tc>
          <w:tcPr>
            <w:tcW w:w="1451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D97A328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5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5B398D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51" w:type="dxa"/>
            <w:gridSpan w:val="2"/>
            <w:tcBorders>
              <w:left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BBD885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6E61B9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A7D644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D3C34D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F81738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9FACAA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AFD020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D0115A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36663D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FD0302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693D32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tcBorders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5D55FE" w14:textId="77777777" w:rsidR="0096062B" w:rsidRPr="008D3939" w:rsidRDefault="0096062B" w:rsidP="004340F8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340F8" w:rsidRPr="008D3939" w14:paraId="51C85A5E" w14:textId="77777777" w:rsidTr="004340F8">
        <w:tc>
          <w:tcPr>
            <w:tcW w:w="37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A8AC46" w14:textId="3E1B3C29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 w:eastAsia="ko-KR"/>
              </w:rPr>
              <w:t>2</w:t>
            </w:r>
          </w:p>
        </w:tc>
        <w:tc>
          <w:tcPr>
            <w:tcW w:w="1451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3BE5C46F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</w:p>
        </w:tc>
        <w:tc>
          <w:tcPr>
            <w:tcW w:w="1451" w:type="dxa"/>
            <w:tcBorders>
              <w:bottom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ADA957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51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678B3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6" w:type="dxa"/>
            <w:tcBorders>
              <w:bottom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913BE0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B2D9D6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5BE24D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056B9A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FDE5A9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6061C1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930F65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C246D8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24AC4E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F2EC06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tcBorders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558B29" w14:textId="77777777" w:rsidR="004340F8" w:rsidRPr="008D3939" w:rsidRDefault="004340F8" w:rsidP="00EA6DF1">
            <w:pPr>
              <w:rPr>
                <w:rFonts w:ascii="Times New Roman" w:hAnsi="Times New Roman"/>
                <w:sz w:val="20"/>
                <w:lang w:val="en-GB" w:eastAsia="ko-KR"/>
              </w:rPr>
            </w:pPr>
          </w:p>
        </w:tc>
      </w:tr>
      <w:tr w:rsidR="004340F8" w:rsidRPr="008D3939" w14:paraId="136DA802" w14:textId="77777777" w:rsidTr="004340F8">
        <w:tc>
          <w:tcPr>
            <w:tcW w:w="37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CAF2A8" w14:textId="70D31503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 w:eastAsia="ko-KR"/>
              </w:rPr>
              <w:t>3</w:t>
            </w:r>
          </w:p>
        </w:tc>
        <w:tc>
          <w:tcPr>
            <w:tcW w:w="1451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9CBE87B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</w:p>
        </w:tc>
        <w:tc>
          <w:tcPr>
            <w:tcW w:w="1451" w:type="dxa"/>
            <w:tcBorders>
              <w:bottom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A27B2B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51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BFB35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6" w:type="dxa"/>
            <w:tcBorders>
              <w:bottom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C1113F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BF746E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E271EF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39ACB9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A41950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6BDF50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62E451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DDD29D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nil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E5AD0C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2C814B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tcBorders>
              <w:bottom w:val="nil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691595" w14:textId="77777777" w:rsidR="004340F8" w:rsidRPr="008D3939" w:rsidRDefault="004340F8" w:rsidP="00EA6DF1">
            <w:pPr>
              <w:rPr>
                <w:rFonts w:ascii="Times New Roman" w:hAnsi="Times New Roman"/>
                <w:sz w:val="20"/>
                <w:lang w:val="en-GB" w:eastAsia="ko-KR"/>
              </w:rPr>
            </w:pPr>
          </w:p>
        </w:tc>
      </w:tr>
      <w:tr w:rsidR="004340F8" w:rsidRPr="008D3939" w14:paraId="3B255867" w14:textId="77777777" w:rsidTr="004340F8">
        <w:tc>
          <w:tcPr>
            <w:tcW w:w="3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9D3A11" w14:textId="1B478D44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988A6" w14:textId="658B3ECE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</w:p>
        </w:tc>
        <w:tc>
          <w:tcPr>
            <w:tcW w:w="1451" w:type="dxa"/>
            <w:tcBorders>
              <w:top w:val="nil"/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8C266A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AA8FBD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6" w:type="dxa"/>
            <w:tcBorders>
              <w:top w:val="nil"/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5940B2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13A9E2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top w:val="nil"/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905F0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15A2EE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top w:val="nil"/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1836AB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F5E60F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top w:val="nil"/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87A02D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187FD7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top w:val="nil"/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ED3C5D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318CC9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tcBorders>
              <w:top w:val="nil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F2BC0F" w14:textId="77777777" w:rsidR="004340F8" w:rsidRPr="008D3939" w:rsidRDefault="004340F8" w:rsidP="00EA6DF1">
            <w:pPr>
              <w:rPr>
                <w:rFonts w:ascii="Times New Roman" w:hAnsi="Times New Roman"/>
                <w:sz w:val="20"/>
                <w:lang w:val="en-GB" w:eastAsia="ko-KR"/>
              </w:rPr>
            </w:pPr>
          </w:p>
        </w:tc>
      </w:tr>
      <w:tr w:rsidR="004340F8" w:rsidRPr="008D3939" w14:paraId="233F1C3E" w14:textId="77777777" w:rsidTr="004340F8">
        <w:tc>
          <w:tcPr>
            <w:tcW w:w="3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9733E7" w14:textId="4091E319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 w:eastAsia="ko-KR"/>
              </w:rPr>
              <w:t>4</w:t>
            </w:r>
          </w:p>
        </w:tc>
        <w:tc>
          <w:tcPr>
            <w:tcW w:w="145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F01C2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</w:p>
        </w:tc>
        <w:tc>
          <w:tcPr>
            <w:tcW w:w="1451" w:type="dxa"/>
            <w:tcBorders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E324FA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5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0E58D2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6" w:type="dxa"/>
            <w:tcBorders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724D7F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13FFD8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4ABAF1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F26F3E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A26022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4EE48C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A2B3CA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D819A3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bottom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C401B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5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142700" w14:textId="77777777" w:rsidR="004340F8" w:rsidRPr="008D3939" w:rsidRDefault="004340F8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tcBorders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06D450" w14:textId="77777777" w:rsidR="004340F8" w:rsidRPr="008D3939" w:rsidRDefault="004340F8" w:rsidP="004340F8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Total: _________</w:t>
            </w:r>
          </w:p>
          <w:p w14:paraId="0828E0A7" w14:textId="2D0BF0A2" w:rsidR="004340F8" w:rsidRPr="008D3939" w:rsidRDefault="004340F8" w:rsidP="004340F8">
            <w:pPr>
              <w:rPr>
                <w:rFonts w:ascii="Times New Roman" w:hAnsi="Times New Roman"/>
                <w:sz w:val="20"/>
                <w:lang w:val="en-GB" w:eastAsia="ko-KR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(Total sum of above numbers)</w:t>
            </w:r>
          </w:p>
        </w:tc>
      </w:tr>
    </w:tbl>
    <w:p w14:paraId="7DFA50AE" w14:textId="77777777" w:rsidR="0096062B" w:rsidRPr="008D3939" w:rsidRDefault="0096062B" w:rsidP="0096062B">
      <w:pPr>
        <w:tabs>
          <w:tab w:val="left" w:pos="8280"/>
        </w:tabs>
        <w:rPr>
          <w:rFonts w:ascii="Times New Roman" w:hAnsi="Times New Roman"/>
          <w:lang w:val="en-GB"/>
        </w:rPr>
      </w:pPr>
    </w:p>
    <w:p w14:paraId="06F6201F" w14:textId="6D9519D9" w:rsidR="0096062B" w:rsidRPr="008D3939" w:rsidRDefault="0096062B" w:rsidP="009E488B">
      <w:pPr>
        <w:pStyle w:val="Heading2"/>
        <w:numPr>
          <w:ilvl w:val="0"/>
          <w:numId w:val="17"/>
        </w:numPr>
      </w:pPr>
      <w:r w:rsidRPr="008D3939">
        <w:br w:type="page"/>
      </w:r>
      <w:bookmarkStart w:id="8" w:name="_Toc44939741"/>
      <w:r w:rsidRPr="008D3939">
        <w:lastRenderedPageBreak/>
        <w:t>Schedule of Project Activities</w:t>
      </w:r>
      <w:bookmarkEnd w:id="8"/>
    </w:p>
    <w:tbl>
      <w:tblPr>
        <w:tblW w:w="12998" w:type="dxa"/>
        <w:tblInd w:w="115" w:type="dxa"/>
        <w:tblLayout w:type="fixed"/>
        <w:tblCellMar>
          <w:top w:w="57" w:type="dxa"/>
          <w:left w:w="72" w:type="dxa"/>
          <w:bottom w:w="57" w:type="dxa"/>
          <w:right w:w="72" w:type="dxa"/>
        </w:tblCellMar>
        <w:tblLook w:val="0000" w:firstRow="0" w:lastRow="0" w:firstColumn="0" w:lastColumn="0" w:noHBand="0" w:noVBand="0"/>
      </w:tblPr>
      <w:tblGrid>
        <w:gridCol w:w="2651"/>
        <w:gridCol w:w="630"/>
        <w:gridCol w:w="630"/>
        <w:gridCol w:w="631"/>
        <w:gridCol w:w="630"/>
        <w:gridCol w:w="630"/>
        <w:gridCol w:w="631"/>
        <w:gridCol w:w="630"/>
        <w:gridCol w:w="630"/>
        <w:gridCol w:w="631"/>
        <w:gridCol w:w="630"/>
        <w:gridCol w:w="630"/>
        <w:gridCol w:w="721"/>
        <w:gridCol w:w="2693"/>
      </w:tblGrid>
      <w:tr w:rsidR="0096062B" w:rsidRPr="008D3939" w14:paraId="0F3A49C9" w14:textId="77777777" w:rsidTr="00EA6DF1">
        <w:trPr>
          <w:trHeight w:val="406"/>
        </w:trPr>
        <w:tc>
          <w:tcPr>
            <w:tcW w:w="12998" w:type="dxa"/>
            <w:gridSpan w:val="14"/>
            <w:tcBorders>
              <w:bottom w:val="single" w:sz="6" w:space="0" w:color="auto"/>
            </w:tcBorders>
          </w:tcPr>
          <w:p w14:paraId="2B3AF0F2" w14:textId="77777777" w:rsidR="0096062B" w:rsidRPr="008D3939" w:rsidRDefault="0096062B" w:rsidP="00EA6DF1">
            <w:pPr>
              <w:rPr>
                <w:rFonts w:ascii="Times New Roman" w:hAnsi="Times New Roman"/>
                <w:lang w:val="en-GB" w:eastAsia="ko-KR"/>
              </w:rPr>
            </w:pPr>
            <w:r w:rsidRPr="008D3939">
              <w:rPr>
                <w:rFonts w:ascii="Times New Roman" w:hAnsi="Times New Roman"/>
                <w:b/>
                <w:lang w:val="en-GB"/>
              </w:rPr>
              <w:t>A. Activity Schedule</w:t>
            </w:r>
          </w:p>
        </w:tc>
      </w:tr>
      <w:tr w:rsidR="0096062B" w:rsidRPr="008D3939" w14:paraId="2255EDA0" w14:textId="77777777" w:rsidTr="00EA6DF1">
        <w:trPr>
          <w:trHeight w:val="410"/>
        </w:trPr>
        <w:tc>
          <w:tcPr>
            <w:tcW w:w="2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2D5DA4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34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6E2A34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Months</w:t>
            </w:r>
            <w:r w:rsidRPr="008D3939">
              <w:rPr>
                <w:rFonts w:ascii="Times New Roman" w:hAnsi="Times New Roman"/>
                <w:sz w:val="22"/>
                <w:szCs w:val="22"/>
                <w:lang w:val="en-GB" w:eastAsia="ko-KR"/>
              </w:rPr>
              <w:t xml:space="preserve"> (</w:t>
            </w:r>
            <w:r w:rsidRPr="008D3939">
              <w:rPr>
                <w:rFonts w:ascii="Times New Roman" w:hAnsi="Times New Roman"/>
                <w:sz w:val="22"/>
                <w:lang w:val="en-GB"/>
              </w:rPr>
              <w:t>1</w:t>
            </w:r>
            <w:r w:rsidRPr="008D3939">
              <w:rPr>
                <w:rFonts w:ascii="Times New Roman" w:hAnsi="Times New Roman"/>
                <w:sz w:val="22"/>
                <w:vertAlign w:val="superscript"/>
                <w:lang w:val="en-GB"/>
              </w:rPr>
              <w:t>st</w:t>
            </w:r>
            <w:r w:rsidRPr="008D3939">
              <w:rPr>
                <w:rFonts w:ascii="Times New Roman" w:hAnsi="Times New Roman"/>
                <w:sz w:val="22"/>
                <w:lang w:val="en-GB"/>
              </w:rPr>
              <w:t>, 2</w:t>
            </w:r>
            <w:r w:rsidRPr="008D3939">
              <w:rPr>
                <w:rFonts w:ascii="Times New Roman" w:hAnsi="Times New Roman"/>
                <w:sz w:val="22"/>
                <w:vertAlign w:val="superscript"/>
                <w:lang w:val="en-GB"/>
              </w:rPr>
              <w:t>nd</w:t>
            </w:r>
            <w:r w:rsidRPr="008D3939">
              <w:rPr>
                <w:rFonts w:ascii="Times New Roman" w:hAnsi="Times New Roman"/>
                <w:sz w:val="22"/>
                <w:lang w:val="en-GB"/>
              </w:rPr>
              <w:t>, etc. are months from the start of assignment.</w:t>
            </w:r>
            <w:r w:rsidRPr="008D3939">
              <w:rPr>
                <w:rFonts w:ascii="Times New Roman" w:hAnsi="Times New Roman"/>
                <w:sz w:val="22"/>
                <w:lang w:val="en-GB" w:eastAsia="ko-KR"/>
              </w:rPr>
              <w:t>)</w:t>
            </w:r>
          </w:p>
        </w:tc>
      </w:tr>
      <w:tr w:rsidR="0096062B" w:rsidRPr="008D3939" w14:paraId="07368F0E" w14:textId="77777777" w:rsidTr="00EA6DF1">
        <w:trPr>
          <w:trHeight w:val="506"/>
        </w:trPr>
        <w:tc>
          <w:tcPr>
            <w:tcW w:w="2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589D9B5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471D2A4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1st</w:t>
            </w:r>
          </w:p>
        </w:tc>
        <w:tc>
          <w:tcPr>
            <w:tcW w:w="63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DAAA7E8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2nd</w:t>
            </w:r>
          </w:p>
        </w:tc>
        <w:tc>
          <w:tcPr>
            <w:tcW w:w="63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6F85050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3rd</w:t>
            </w:r>
          </w:p>
        </w:tc>
        <w:tc>
          <w:tcPr>
            <w:tcW w:w="63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F2DEF86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4th</w:t>
            </w:r>
          </w:p>
        </w:tc>
        <w:tc>
          <w:tcPr>
            <w:tcW w:w="63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04A8EB7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5th</w:t>
            </w:r>
          </w:p>
        </w:tc>
        <w:tc>
          <w:tcPr>
            <w:tcW w:w="63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751F4AB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6th</w:t>
            </w:r>
          </w:p>
        </w:tc>
        <w:tc>
          <w:tcPr>
            <w:tcW w:w="63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E243D6F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F5581CB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E614AF9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586009C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0D22574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8F3C99A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B89F987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Number of Months</w:t>
            </w:r>
          </w:p>
        </w:tc>
      </w:tr>
      <w:tr w:rsidR="0096062B" w:rsidRPr="008D3939" w14:paraId="20003B8F" w14:textId="77777777" w:rsidTr="00EA6DF1">
        <w:trPr>
          <w:trHeight w:val="506"/>
        </w:trPr>
        <w:tc>
          <w:tcPr>
            <w:tcW w:w="2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31ACBD9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Activity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0B33C6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CE1B02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EEDAAB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479BC7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2FE9FA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FD6A4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A1B9B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1F4D4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EA5BF5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691E9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84B32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995CD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4D51B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96062B" w:rsidRPr="008D3939" w14:paraId="6AE8F736" w14:textId="77777777" w:rsidTr="00EA6DF1">
        <w:trPr>
          <w:trHeight w:val="506"/>
        </w:trPr>
        <w:tc>
          <w:tcPr>
            <w:tcW w:w="2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3F9B31E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95B64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3EED5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BE439C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349689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FB798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33A68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47435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7AF995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C5AB4A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8E769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E28376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D9F0F4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FD851F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</w:p>
        </w:tc>
      </w:tr>
      <w:tr w:rsidR="0096062B" w:rsidRPr="008D3939" w14:paraId="63E61EE9" w14:textId="77777777" w:rsidTr="00EA6DF1">
        <w:trPr>
          <w:trHeight w:val="506"/>
        </w:trPr>
        <w:tc>
          <w:tcPr>
            <w:tcW w:w="2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660C3B0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3FEE29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A06FB7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EA8AA3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D549D0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7D65AF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2E275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69453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4E454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862DB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C5143E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A68091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EFFB0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3C195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96062B" w:rsidRPr="008D3939" w14:paraId="156D97EF" w14:textId="77777777" w:rsidTr="00EA6DF1">
        <w:trPr>
          <w:trHeight w:val="506"/>
        </w:trPr>
        <w:tc>
          <w:tcPr>
            <w:tcW w:w="2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E3CA9D0" w14:textId="77777777" w:rsidR="0096062B" w:rsidRPr="008D3939" w:rsidRDefault="0096062B" w:rsidP="00EA6DF1">
            <w:pPr>
              <w:ind w:left="-25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B49E2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5E3B39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29E33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4BCF9D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87FA4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5ACF6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F95945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2883A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9102F2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2ACAB7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FAF49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E4776F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6B72A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96062B" w:rsidRPr="008D3939" w14:paraId="05FE6FB1" w14:textId="77777777" w:rsidTr="00EA6DF1">
        <w:trPr>
          <w:trHeight w:val="506"/>
        </w:trPr>
        <w:tc>
          <w:tcPr>
            <w:tcW w:w="2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86A5EDA" w14:textId="77777777" w:rsidR="0096062B" w:rsidRPr="008D3939" w:rsidRDefault="0096062B" w:rsidP="00EA6DF1">
            <w:pPr>
              <w:ind w:left="-25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59F6C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81BDFD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25EE3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DF0B5A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C329DB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2965D8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4B42F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F1490F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CCA6B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3E6262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5118A6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2B8A58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73D57" w14:textId="77777777" w:rsidR="0096062B" w:rsidRPr="008D3939" w:rsidRDefault="0096062B" w:rsidP="00EA6DF1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Total: __________</w:t>
            </w:r>
          </w:p>
          <w:p w14:paraId="24A917B0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(Total sum of above numbers)</w:t>
            </w:r>
          </w:p>
        </w:tc>
      </w:tr>
    </w:tbl>
    <w:p w14:paraId="260EEBF9" w14:textId="77777777" w:rsidR="00545872" w:rsidRPr="008D3939" w:rsidRDefault="00545872">
      <w:pPr>
        <w:rPr>
          <w:lang w:val="en-GB"/>
        </w:rPr>
      </w:pPr>
      <w:r w:rsidRPr="008D3939">
        <w:rPr>
          <w:lang w:val="en-GB"/>
        </w:rPr>
        <w:br w:type="page"/>
      </w:r>
    </w:p>
    <w:tbl>
      <w:tblPr>
        <w:tblW w:w="13034" w:type="dxa"/>
        <w:tblInd w:w="115" w:type="dxa"/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9326"/>
        <w:gridCol w:w="3708"/>
      </w:tblGrid>
      <w:tr w:rsidR="0096062B" w:rsidRPr="008D3939" w14:paraId="07D4768D" w14:textId="77777777" w:rsidTr="00EA6DF1">
        <w:tc>
          <w:tcPr>
            <w:tcW w:w="13034" w:type="dxa"/>
            <w:gridSpan w:val="2"/>
          </w:tcPr>
          <w:p w14:paraId="6BD7871D" w14:textId="1A5410A3" w:rsidR="0096062B" w:rsidRPr="008D3939" w:rsidRDefault="0096062B" w:rsidP="00EA6DF1">
            <w:pPr>
              <w:rPr>
                <w:rFonts w:ascii="Times New Roman" w:hAnsi="Times New Roman"/>
                <w:b/>
                <w:lang w:val="en-GB" w:eastAsia="ko-KR"/>
              </w:rPr>
            </w:pPr>
            <w:r w:rsidRPr="008D3939">
              <w:rPr>
                <w:rFonts w:ascii="Times New Roman" w:hAnsi="Times New Roman"/>
                <w:b/>
                <w:lang w:val="en-GB"/>
              </w:rPr>
              <w:lastRenderedPageBreak/>
              <w:t>B. Submission of Deliverables</w:t>
            </w:r>
          </w:p>
          <w:p w14:paraId="46676682" w14:textId="77777777" w:rsidR="0096062B" w:rsidRPr="008D3939" w:rsidRDefault="0096062B" w:rsidP="00EA6DF1">
            <w:pPr>
              <w:rPr>
                <w:rFonts w:ascii="Times New Roman" w:hAnsi="Times New Roman"/>
                <w:lang w:val="en-GB" w:eastAsia="ko-KR"/>
              </w:rPr>
            </w:pPr>
          </w:p>
        </w:tc>
      </w:tr>
      <w:tr w:rsidR="0096062B" w:rsidRPr="008D3939" w14:paraId="326C854F" w14:textId="77777777" w:rsidTr="00EA6DF1">
        <w:tc>
          <w:tcPr>
            <w:tcW w:w="9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4B338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6"/>
                <w:szCs w:val="6"/>
                <w:lang w:val="en-GB" w:eastAsia="ko-KR"/>
              </w:rPr>
            </w:pPr>
          </w:p>
          <w:p w14:paraId="06EC6DCC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Reports</w:t>
            </w:r>
          </w:p>
          <w:p w14:paraId="373CE7BA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6"/>
                <w:szCs w:val="6"/>
                <w:lang w:val="en-GB" w:eastAsia="ko-KR"/>
              </w:rPr>
            </w:pPr>
          </w:p>
        </w:tc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92A263" w14:textId="77777777" w:rsidR="0096062B" w:rsidRPr="008D3939" w:rsidRDefault="0096062B" w:rsidP="00EA6DF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Date</w:t>
            </w:r>
          </w:p>
        </w:tc>
      </w:tr>
      <w:tr w:rsidR="0096062B" w:rsidRPr="008D3939" w14:paraId="14DC1076" w14:textId="77777777" w:rsidTr="00EA6DF1">
        <w:trPr>
          <w:trHeight w:val="621"/>
        </w:trPr>
        <w:tc>
          <w:tcPr>
            <w:tcW w:w="9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2FD45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</w:p>
        </w:tc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FB042E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96062B" w:rsidRPr="008D3939" w14:paraId="2F8CD419" w14:textId="77777777" w:rsidTr="00EA6DF1">
        <w:trPr>
          <w:trHeight w:val="621"/>
        </w:trPr>
        <w:tc>
          <w:tcPr>
            <w:tcW w:w="9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037BD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2.</w:t>
            </w:r>
          </w:p>
        </w:tc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72254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96062B" w:rsidRPr="008D3939" w14:paraId="7BC601BC" w14:textId="77777777" w:rsidTr="00EA6DF1">
        <w:trPr>
          <w:trHeight w:val="621"/>
        </w:trPr>
        <w:tc>
          <w:tcPr>
            <w:tcW w:w="9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185EB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3.</w:t>
            </w:r>
          </w:p>
        </w:tc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B631C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96062B" w:rsidRPr="008D3939" w14:paraId="5AD02F28" w14:textId="77777777" w:rsidTr="00EA6DF1">
        <w:trPr>
          <w:trHeight w:val="621"/>
        </w:trPr>
        <w:tc>
          <w:tcPr>
            <w:tcW w:w="9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D7DF5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 w:eastAsia="ko-KR"/>
              </w:rPr>
            </w:pPr>
            <w:r w:rsidRPr="008D3939">
              <w:rPr>
                <w:rFonts w:ascii="Times New Roman" w:hAnsi="Times New Roman"/>
                <w:sz w:val="22"/>
                <w:szCs w:val="22"/>
                <w:lang w:val="en-GB"/>
              </w:rPr>
              <w:t>4.</w:t>
            </w:r>
          </w:p>
        </w:tc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16192A" w14:textId="77777777" w:rsidR="0096062B" w:rsidRPr="008D3939" w:rsidRDefault="0096062B" w:rsidP="00EA6DF1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7FADF5A2" w14:textId="77777777" w:rsidR="0096062B" w:rsidRPr="008D3939" w:rsidRDefault="0096062B" w:rsidP="0096062B">
      <w:pPr>
        <w:rPr>
          <w:rFonts w:ascii="Times New Roman" w:hAnsi="Times New Roman"/>
          <w:b/>
          <w:i/>
          <w:sz w:val="40"/>
          <w:szCs w:val="40"/>
          <w:lang w:val="en-GB" w:eastAsia="ko-KR"/>
        </w:rPr>
        <w:sectPr w:rsidR="0096062B" w:rsidRPr="008D3939" w:rsidSect="00E07328">
          <w:headerReference w:type="first" r:id="rId12"/>
          <w:type w:val="oddPage"/>
          <w:pgSz w:w="15840" w:h="12240" w:orient="landscape" w:code="1"/>
          <w:pgMar w:top="1080" w:right="1440" w:bottom="1080" w:left="1440" w:header="720" w:footer="720" w:gutter="0"/>
          <w:cols w:space="720"/>
          <w:titlePg/>
          <w:docGrid w:linePitch="326"/>
        </w:sectPr>
      </w:pPr>
    </w:p>
    <w:p w14:paraId="6B9BD81A" w14:textId="6AE66646" w:rsidR="0096062B" w:rsidRPr="008D3939" w:rsidRDefault="0096062B" w:rsidP="009E488B">
      <w:pPr>
        <w:pStyle w:val="Heading2"/>
        <w:numPr>
          <w:ilvl w:val="0"/>
          <w:numId w:val="17"/>
        </w:numPr>
        <w:rPr>
          <w:rFonts w:ascii="Times New Roman" w:hAnsi="Times New Roman"/>
          <w:lang w:eastAsia="ko-KR"/>
        </w:rPr>
      </w:pPr>
      <w:bookmarkStart w:id="9" w:name="_Toc44939742"/>
      <w:r w:rsidRPr="008D3939">
        <w:rPr>
          <w:lang w:eastAsia="ko-KR"/>
        </w:rPr>
        <w:lastRenderedPageBreak/>
        <w:t>technical and knowledge capability</w:t>
      </w:r>
      <w:bookmarkEnd w:id="9"/>
    </w:p>
    <w:p w14:paraId="25D67E28" w14:textId="23EE717C" w:rsidR="0096062B" w:rsidRPr="008D3939" w:rsidRDefault="0096062B" w:rsidP="0096062B">
      <w:pPr>
        <w:rPr>
          <w:rFonts w:ascii="Times New Roman" w:hAnsi="Times New Roman"/>
          <w:lang w:val="en-GB" w:eastAsia="ko-KR"/>
        </w:rPr>
      </w:pPr>
      <w:r w:rsidRPr="008D3939">
        <w:rPr>
          <w:rFonts w:ascii="Times New Roman" w:hAnsi="Times New Roman"/>
          <w:lang w:val="en-GB" w:eastAsia="ko-KR"/>
        </w:rPr>
        <w:t>Please, provide evidence of your suitability for the project, e.g. as below, and to meet the competence requirements as stated in the Terms of Reference</w:t>
      </w:r>
    </w:p>
    <w:p w14:paraId="0D847033" w14:textId="77777777" w:rsidR="004340F8" w:rsidRPr="008D3939" w:rsidRDefault="004340F8" w:rsidP="0096062B">
      <w:pPr>
        <w:rPr>
          <w:rFonts w:ascii="Times New Roman" w:hAnsi="Times New Roman"/>
          <w:lang w:val="en-GB" w:eastAsia="ko-KR"/>
        </w:rPr>
      </w:pPr>
    </w:p>
    <w:p w14:paraId="30B294B5" w14:textId="58251F67" w:rsidR="0096062B" w:rsidRPr="008D3939" w:rsidRDefault="0096062B" w:rsidP="009E488B">
      <w:pPr>
        <w:pStyle w:val="Heading2"/>
        <w:numPr>
          <w:ilvl w:val="0"/>
          <w:numId w:val="17"/>
        </w:numPr>
        <w:rPr>
          <w:lang w:eastAsia="ko-KR"/>
        </w:rPr>
      </w:pPr>
      <w:r w:rsidRPr="008D3939">
        <w:br w:type="page"/>
      </w:r>
      <w:bookmarkStart w:id="10" w:name="_Toc44939743"/>
      <w:r w:rsidRPr="008D3939">
        <w:lastRenderedPageBreak/>
        <w:t>Curriculum Vitae (CV) for Proposed Professional Staff</w:t>
      </w:r>
      <w:bookmarkEnd w:id="10"/>
    </w:p>
    <w:p w14:paraId="4DFFA4DE" w14:textId="77777777" w:rsidR="0096062B" w:rsidRPr="008D3939" w:rsidRDefault="0096062B" w:rsidP="0096062B">
      <w:pPr>
        <w:pBdr>
          <w:bottom w:val="single" w:sz="6" w:space="1" w:color="auto"/>
        </w:pBdr>
        <w:jc w:val="center"/>
        <w:rPr>
          <w:rFonts w:ascii="Times New Roman" w:hAnsi="Times New Roman"/>
          <w:b/>
          <w:smallCaps/>
          <w:sz w:val="28"/>
          <w:lang w:val="en-GB" w:eastAsia="ko-KR"/>
        </w:rPr>
      </w:pPr>
    </w:p>
    <w:p w14:paraId="6364AC91" w14:textId="77777777" w:rsidR="0096062B" w:rsidRPr="008D3939" w:rsidRDefault="0096062B" w:rsidP="0096062B">
      <w:pPr>
        <w:jc w:val="center"/>
        <w:rPr>
          <w:rFonts w:ascii="Times New Roman" w:hAnsi="Times New Roman"/>
          <w:b/>
          <w:smallCaps/>
          <w:sz w:val="28"/>
          <w:lang w:val="en-GB" w:eastAsia="ko-KR"/>
        </w:rPr>
      </w:pPr>
    </w:p>
    <w:p w14:paraId="283D214D" w14:textId="6D332DB9" w:rsidR="004340F8" w:rsidRPr="008D3939" w:rsidRDefault="0096062B" w:rsidP="004340F8">
      <w:pPr>
        <w:jc w:val="center"/>
        <w:rPr>
          <w:rFonts w:ascii="Times New Roman" w:hAnsi="Times New Roman"/>
          <w:b/>
          <w:smallCaps/>
          <w:sz w:val="28"/>
          <w:lang w:val="en-GB"/>
        </w:rPr>
      </w:pPr>
      <w:r w:rsidRPr="008D3939">
        <w:rPr>
          <w:rFonts w:ascii="Times New Roman" w:hAnsi="Times New Roman"/>
          <w:i/>
          <w:sz w:val="40"/>
          <w:szCs w:val="40"/>
          <w:lang w:val="en-GB" w:eastAsia="ko-KR"/>
        </w:rPr>
        <w:br w:type="page"/>
      </w:r>
    </w:p>
    <w:p w14:paraId="326C0901" w14:textId="3B329D09" w:rsidR="0096062B" w:rsidRPr="008D3939" w:rsidRDefault="0096062B" w:rsidP="009E488B">
      <w:pPr>
        <w:pStyle w:val="Heading2"/>
        <w:numPr>
          <w:ilvl w:val="0"/>
          <w:numId w:val="17"/>
        </w:numPr>
      </w:pPr>
      <w:bookmarkStart w:id="11" w:name="_Toc44939744"/>
      <w:r w:rsidRPr="008D3939">
        <w:lastRenderedPageBreak/>
        <w:t>Tenderer’s References</w:t>
      </w:r>
      <w:bookmarkEnd w:id="11"/>
    </w:p>
    <w:p w14:paraId="6DCCC77B" w14:textId="77777777" w:rsidR="0096062B" w:rsidRPr="008D3939" w:rsidRDefault="0096062B" w:rsidP="0096062B">
      <w:pPr>
        <w:jc w:val="center"/>
        <w:rPr>
          <w:rFonts w:ascii="Times New Roman" w:hAnsi="Times New Roman"/>
          <w:b/>
          <w:lang w:val="en-GB"/>
        </w:rPr>
      </w:pPr>
      <w:r w:rsidRPr="008D3939">
        <w:rPr>
          <w:rFonts w:ascii="Times New Roman" w:hAnsi="Times New Roman"/>
          <w:b/>
          <w:lang w:val="en-GB"/>
        </w:rPr>
        <w:t>Relevant Services Carried Out in the Last Five Years</w:t>
      </w:r>
    </w:p>
    <w:p w14:paraId="640DB7A3" w14:textId="77777777" w:rsidR="0096062B" w:rsidRPr="008D3939" w:rsidRDefault="0096062B" w:rsidP="0096062B">
      <w:pPr>
        <w:jc w:val="center"/>
        <w:rPr>
          <w:rFonts w:ascii="Times New Roman" w:hAnsi="Times New Roman"/>
          <w:lang w:val="en-GB"/>
        </w:rPr>
      </w:pPr>
      <w:r w:rsidRPr="008D3939">
        <w:rPr>
          <w:rFonts w:ascii="Times New Roman" w:hAnsi="Times New Roman"/>
          <w:b/>
          <w:lang w:val="en-GB"/>
        </w:rPr>
        <w:t>That Best Illustrate Qualifications</w:t>
      </w:r>
    </w:p>
    <w:p w14:paraId="39F78E41" w14:textId="77777777" w:rsidR="0096062B" w:rsidRPr="008D3939" w:rsidRDefault="0096062B" w:rsidP="0096062B">
      <w:pPr>
        <w:rPr>
          <w:rFonts w:ascii="Times New Roman" w:hAnsi="Times New Roman"/>
          <w:lang w:val="en-GB"/>
        </w:rPr>
      </w:pPr>
      <w:r w:rsidRPr="008D3939">
        <w:rPr>
          <w:rFonts w:ascii="Times New Roman" w:hAnsi="Times New Roman"/>
          <w:lang w:val="en-GB"/>
        </w:rPr>
        <w:t>Using the format below, provide information on each assignment for which your firm/entity, either individually as a corporate entity or as one of the major companies within an association, was legally contracted.</w:t>
      </w:r>
    </w:p>
    <w:p w14:paraId="691938D7" w14:textId="77777777" w:rsidR="0096062B" w:rsidRPr="008D3939" w:rsidRDefault="0096062B" w:rsidP="0096062B">
      <w:pPr>
        <w:rPr>
          <w:rFonts w:ascii="Times New Roman" w:hAnsi="Times New Roman"/>
          <w:lang w:val="en-GB"/>
        </w:rPr>
      </w:pPr>
    </w:p>
    <w:tbl>
      <w:tblPr>
        <w:tblW w:w="0" w:type="auto"/>
        <w:tblInd w:w="115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2592"/>
        <w:gridCol w:w="3168"/>
        <w:gridCol w:w="3240"/>
      </w:tblGrid>
      <w:tr w:rsidR="0096062B" w:rsidRPr="008D3939" w14:paraId="7C9BF33F" w14:textId="77777777" w:rsidTr="00EA6DF1">
        <w:tc>
          <w:tcPr>
            <w:tcW w:w="5760" w:type="dxa"/>
            <w:gridSpan w:val="2"/>
          </w:tcPr>
          <w:p w14:paraId="07A67929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Assignment Name:</w:t>
            </w:r>
          </w:p>
          <w:p w14:paraId="6B195DAF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240" w:type="dxa"/>
          </w:tcPr>
          <w:p w14:paraId="472BF67D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Country:</w:t>
            </w:r>
          </w:p>
        </w:tc>
      </w:tr>
      <w:tr w:rsidR="0096062B" w:rsidRPr="008D3939" w14:paraId="5C77C7A9" w14:textId="77777777" w:rsidTr="00EA6DF1">
        <w:tc>
          <w:tcPr>
            <w:tcW w:w="5760" w:type="dxa"/>
            <w:gridSpan w:val="2"/>
          </w:tcPr>
          <w:p w14:paraId="05CFAFED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Location within Country:</w:t>
            </w:r>
          </w:p>
          <w:p w14:paraId="1908BB98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240" w:type="dxa"/>
          </w:tcPr>
          <w:p w14:paraId="7F1179BA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Professional Staff Provided by Your Firm/Entity(profiles):</w:t>
            </w:r>
          </w:p>
        </w:tc>
      </w:tr>
      <w:tr w:rsidR="0096062B" w:rsidRPr="008D3939" w14:paraId="3BC66F77" w14:textId="77777777" w:rsidTr="00EA6DF1">
        <w:tc>
          <w:tcPr>
            <w:tcW w:w="5760" w:type="dxa"/>
            <w:gridSpan w:val="2"/>
          </w:tcPr>
          <w:p w14:paraId="7A33783B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Name of Client:</w:t>
            </w:r>
          </w:p>
          <w:p w14:paraId="28C64023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240" w:type="dxa"/>
          </w:tcPr>
          <w:p w14:paraId="58973483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N</w:t>
            </w:r>
            <w:r w:rsidRPr="008D3939">
              <w:rPr>
                <w:rFonts w:ascii="Times New Roman" w:hAnsi="Times New Roman"/>
                <w:sz w:val="20"/>
                <w:u w:val="single"/>
                <w:vertAlign w:val="superscript"/>
                <w:lang w:val="en-GB"/>
              </w:rPr>
              <w:t>o</w:t>
            </w:r>
            <w:r w:rsidRPr="008D3939">
              <w:rPr>
                <w:rFonts w:ascii="Times New Roman" w:hAnsi="Times New Roman"/>
                <w:sz w:val="20"/>
                <w:lang w:val="en-GB"/>
              </w:rPr>
              <w:t xml:space="preserve"> of Staff:</w:t>
            </w:r>
          </w:p>
        </w:tc>
      </w:tr>
      <w:tr w:rsidR="0096062B" w:rsidRPr="008D3939" w14:paraId="4F3A5B0A" w14:textId="77777777" w:rsidTr="00EA6DF1">
        <w:tc>
          <w:tcPr>
            <w:tcW w:w="5760" w:type="dxa"/>
            <w:gridSpan w:val="2"/>
          </w:tcPr>
          <w:p w14:paraId="46AEF4F5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Address:</w:t>
            </w:r>
          </w:p>
          <w:p w14:paraId="40F834D8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  <w:p w14:paraId="3CE18278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240" w:type="dxa"/>
          </w:tcPr>
          <w:p w14:paraId="325703D2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N</w:t>
            </w:r>
            <w:r w:rsidRPr="008D3939">
              <w:rPr>
                <w:rFonts w:ascii="Times New Roman" w:hAnsi="Times New Roman"/>
                <w:sz w:val="20"/>
                <w:u w:val="single"/>
                <w:vertAlign w:val="superscript"/>
                <w:lang w:val="en-GB"/>
              </w:rPr>
              <w:t>o</w:t>
            </w:r>
            <w:r w:rsidRPr="008D3939">
              <w:rPr>
                <w:rFonts w:ascii="Times New Roman" w:hAnsi="Times New Roman"/>
                <w:sz w:val="20"/>
                <w:lang w:val="en-GB"/>
              </w:rPr>
              <w:t xml:space="preserve"> of Staff-Months; Duration of Assignment:</w:t>
            </w:r>
          </w:p>
        </w:tc>
      </w:tr>
      <w:tr w:rsidR="0096062B" w:rsidRPr="008D3939" w14:paraId="64D9FF6E" w14:textId="77777777" w:rsidTr="00EA6DF1">
        <w:tc>
          <w:tcPr>
            <w:tcW w:w="2592" w:type="dxa"/>
          </w:tcPr>
          <w:p w14:paraId="0CC380FA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Start Date (Month/Year):</w:t>
            </w:r>
          </w:p>
          <w:p w14:paraId="4A9B2B20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168" w:type="dxa"/>
          </w:tcPr>
          <w:p w14:paraId="3DD24045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Completion Date (Month/Year):</w:t>
            </w:r>
          </w:p>
        </w:tc>
        <w:tc>
          <w:tcPr>
            <w:tcW w:w="3240" w:type="dxa"/>
          </w:tcPr>
          <w:p w14:paraId="45F86225" w14:textId="1AADAC52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 xml:space="preserve">Approx. Value of Services (in Current </w:t>
            </w:r>
            <w:r w:rsidR="009E488B" w:rsidRPr="008D3939">
              <w:rPr>
                <w:rFonts w:ascii="Times New Roman" w:hAnsi="Times New Roman"/>
                <w:sz w:val="20"/>
                <w:lang w:val="en-GB"/>
              </w:rPr>
              <w:t>AU</w:t>
            </w:r>
            <w:r w:rsidRPr="008D3939">
              <w:rPr>
                <w:rFonts w:ascii="Times New Roman" w:hAnsi="Times New Roman"/>
                <w:sz w:val="20"/>
                <w:lang w:val="en-GB"/>
              </w:rPr>
              <w:t>$):</w:t>
            </w:r>
          </w:p>
        </w:tc>
      </w:tr>
      <w:tr w:rsidR="0096062B" w:rsidRPr="008D3939" w14:paraId="1B1BD675" w14:textId="77777777" w:rsidTr="00EA6DF1">
        <w:tc>
          <w:tcPr>
            <w:tcW w:w="5760" w:type="dxa"/>
            <w:gridSpan w:val="2"/>
          </w:tcPr>
          <w:p w14:paraId="1A28FE92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Name of Associated Consultants, If Any:</w:t>
            </w:r>
          </w:p>
          <w:p w14:paraId="31BAF830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  <w:p w14:paraId="06455F39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240" w:type="dxa"/>
          </w:tcPr>
          <w:p w14:paraId="2E62B08D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N</w:t>
            </w:r>
            <w:r w:rsidRPr="008D3939">
              <w:rPr>
                <w:rFonts w:ascii="Times New Roman" w:hAnsi="Times New Roman"/>
                <w:sz w:val="20"/>
                <w:u w:val="single"/>
                <w:vertAlign w:val="superscript"/>
                <w:lang w:val="en-GB"/>
              </w:rPr>
              <w:t>o</w:t>
            </w:r>
            <w:r w:rsidRPr="008D3939">
              <w:rPr>
                <w:rFonts w:ascii="Times New Roman" w:hAnsi="Times New Roman"/>
                <w:sz w:val="20"/>
                <w:lang w:val="en-GB"/>
              </w:rPr>
              <w:t xml:space="preserve"> of Months of Professional Staff Provided by Associated Consultants:</w:t>
            </w:r>
          </w:p>
        </w:tc>
      </w:tr>
      <w:tr w:rsidR="0096062B" w:rsidRPr="008D3939" w14:paraId="05DD536C" w14:textId="77777777" w:rsidTr="00EA6DF1">
        <w:tc>
          <w:tcPr>
            <w:tcW w:w="9000" w:type="dxa"/>
            <w:gridSpan w:val="3"/>
          </w:tcPr>
          <w:p w14:paraId="15FF1A0D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Name of Senior Staff (Project Director/Coordinator, Team Leader) Involved and Functions Performed:</w:t>
            </w:r>
          </w:p>
          <w:p w14:paraId="48EB4C5C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6062B" w:rsidRPr="008D3939" w14:paraId="18718F57" w14:textId="77777777" w:rsidTr="00EA6DF1">
        <w:tc>
          <w:tcPr>
            <w:tcW w:w="9000" w:type="dxa"/>
            <w:gridSpan w:val="3"/>
            <w:tcBorders>
              <w:bottom w:val="nil"/>
            </w:tcBorders>
          </w:tcPr>
          <w:p w14:paraId="16D5FC3A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Narrative Description of Project:</w:t>
            </w:r>
          </w:p>
          <w:p w14:paraId="2A39F412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  <w:p w14:paraId="0C551675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  <w:p w14:paraId="374B37A8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  <w:p w14:paraId="5BA307DD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6062B" w:rsidRPr="008D3939" w14:paraId="49026BCF" w14:textId="77777777" w:rsidTr="00EA6DF1">
        <w:tc>
          <w:tcPr>
            <w:tcW w:w="9000" w:type="dxa"/>
            <w:gridSpan w:val="3"/>
          </w:tcPr>
          <w:p w14:paraId="5794BF37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  <w:r w:rsidRPr="008D3939">
              <w:rPr>
                <w:rFonts w:ascii="Times New Roman" w:hAnsi="Times New Roman"/>
                <w:sz w:val="20"/>
                <w:lang w:val="en-GB"/>
              </w:rPr>
              <w:t>Description of Actual Services Provided by Your Staff:</w:t>
            </w:r>
          </w:p>
          <w:p w14:paraId="00788D2E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  <w:p w14:paraId="2BCCDC47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  <w:p w14:paraId="6D2B5CF8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  <w:p w14:paraId="339A7EE2" w14:textId="77777777" w:rsidR="0096062B" w:rsidRPr="008D3939" w:rsidRDefault="0096062B" w:rsidP="00EA6DF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311D2850" w14:textId="77777777" w:rsidR="0096062B" w:rsidRPr="008D3939" w:rsidRDefault="0096062B" w:rsidP="0096062B">
      <w:pPr>
        <w:tabs>
          <w:tab w:val="left" w:pos="5760"/>
        </w:tabs>
        <w:jc w:val="center"/>
        <w:rPr>
          <w:rFonts w:ascii="Times New Roman" w:hAnsi="Times New Roman"/>
          <w:lang w:val="en-GB"/>
        </w:rPr>
      </w:pPr>
    </w:p>
    <w:p w14:paraId="45004353" w14:textId="7D81AC7A" w:rsidR="0041563F" w:rsidRPr="008D3939" w:rsidRDefault="0096062B" w:rsidP="009E488B">
      <w:pPr>
        <w:tabs>
          <w:tab w:val="left" w:pos="5760"/>
        </w:tabs>
        <w:jc w:val="center"/>
        <w:rPr>
          <w:rFonts w:ascii="Times New Roman" w:hAnsi="Times New Roman"/>
          <w:lang w:val="en-GB"/>
        </w:rPr>
      </w:pPr>
      <w:r w:rsidRPr="008D3939">
        <w:rPr>
          <w:rFonts w:ascii="Times New Roman" w:hAnsi="Times New Roman"/>
          <w:lang w:val="en-GB"/>
        </w:rPr>
        <w:t xml:space="preserve">Tenderer’s Name: </w:t>
      </w:r>
      <w:r w:rsidRPr="008D3939">
        <w:rPr>
          <w:rFonts w:ascii="Times New Roman" w:hAnsi="Times New Roman"/>
          <w:u w:val="single"/>
          <w:lang w:val="en-GB"/>
        </w:rPr>
        <w:tab/>
      </w:r>
    </w:p>
    <w:sectPr w:rsidR="0041563F" w:rsidRPr="008D3939" w:rsidSect="003A024D">
      <w:headerReference w:type="default" r:id="rId13"/>
      <w:footerReference w:type="default" r:id="rId14"/>
      <w:headerReference w:type="first" r:id="rId15"/>
      <w:type w:val="oddPage"/>
      <w:pgSz w:w="11907" w:h="16839" w:code="9"/>
      <w:pgMar w:top="1135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19CFD2" w14:textId="77777777" w:rsidR="00E96DDE" w:rsidRDefault="00E96DDE">
      <w:r>
        <w:separator/>
      </w:r>
    </w:p>
  </w:endnote>
  <w:endnote w:type="continuationSeparator" w:id="0">
    <w:p w14:paraId="161AE3EC" w14:textId="77777777" w:rsidR="00E96DDE" w:rsidRDefault="00E96DDE">
      <w:r>
        <w:continuationSeparator/>
      </w:r>
    </w:p>
  </w:endnote>
  <w:endnote w:type="continuationNotice" w:id="1">
    <w:p w14:paraId="3395A552" w14:textId="77777777" w:rsidR="00E96DDE" w:rsidRDefault="00E96D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072344AB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3414FD">
      <w:rPr>
        <w:noProof/>
      </w:rPr>
      <w:t>2025-01-14</w:t>
    </w:r>
    <w:r>
      <w:fldChar w:fldCharType="end"/>
    </w:r>
  </w:p>
  <w:p w14:paraId="05D7AD1D" w14:textId="77777777" w:rsidR="006B7BD1" w:rsidRDefault="006B7BD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E49FAE" w14:textId="77777777" w:rsidR="00E96DDE" w:rsidRDefault="00E96DDE">
      <w:r>
        <w:separator/>
      </w:r>
    </w:p>
  </w:footnote>
  <w:footnote w:type="continuationSeparator" w:id="0">
    <w:p w14:paraId="40A7750F" w14:textId="77777777" w:rsidR="00E96DDE" w:rsidRDefault="00E96DDE">
      <w:r>
        <w:continuationSeparator/>
      </w:r>
    </w:p>
  </w:footnote>
  <w:footnote w:type="continuationNotice" w:id="1">
    <w:p w14:paraId="5B6B2E78" w14:textId="77777777" w:rsidR="00E96DDE" w:rsidRDefault="00E96D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4423F" w14:textId="01D57ABB" w:rsidR="0096062B" w:rsidRPr="001B274D" w:rsidRDefault="001B274D" w:rsidP="001B274D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Pr="008F4C08">
      <w:rPr>
        <w:noProof/>
      </w:rPr>
      <w:drawing>
        <wp:inline distT="0" distB="0" distL="0" distR="0" wp14:anchorId="4A99EB67" wp14:editId="0DE8A9C2">
          <wp:extent cx="590550" cy="646131"/>
          <wp:effectExtent l="0" t="0" r="0" b="1905"/>
          <wp:docPr id="10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8A80A" w14:textId="77777777" w:rsidR="0096062B" w:rsidRPr="00063557" w:rsidRDefault="0096062B" w:rsidP="0006355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7AC3C" w14:textId="682FB7AE" w:rsidR="006B7BD1" w:rsidRPr="003A024D" w:rsidRDefault="006B7BD1" w:rsidP="003A024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1D930A4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025672">
      <w:rPr>
        <w:rFonts w:cs="Calibri"/>
        <w:sz w:val="20"/>
        <w:u w:val="single"/>
      </w:rPr>
      <w:t>RFP</w:t>
    </w:r>
    <w:r w:rsidR="00133D55" w:rsidRPr="004D63BE">
      <w:rPr>
        <w:rFonts w:cs="Calibri"/>
        <w:sz w:val="20"/>
        <w:u w:val="single"/>
      </w:rPr>
      <w:t>-2011-</w:t>
    </w:r>
    <w:proofErr w:type="gramStart"/>
    <w:r w:rsidR="00133D55" w:rsidRPr="004D63BE">
      <w:rPr>
        <w:rFonts w:cs="Calibri"/>
        <w:sz w:val="20"/>
        <w:u w:val="single"/>
      </w:rPr>
      <w:t>003  Volume</w:t>
    </w:r>
    <w:proofErr w:type="gramEnd"/>
    <w:r w:rsidR="00133D55" w:rsidRPr="004D63BE">
      <w:rPr>
        <w:rFonts w:cs="Calibri"/>
        <w:sz w:val="20"/>
        <w:u w:val="single"/>
      </w:rPr>
      <w:t xml:space="preserve">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  <w:p w14:paraId="744A06A7" w14:textId="77777777" w:rsidR="006B7BD1" w:rsidRDefault="006B7BD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93559"/>
    <w:multiLevelType w:val="hybridMultilevel"/>
    <w:tmpl w:val="C1404602"/>
    <w:lvl w:ilvl="0" w:tplc="BFACC4D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73DE9"/>
    <w:multiLevelType w:val="hybridMultilevel"/>
    <w:tmpl w:val="B0A65690"/>
    <w:lvl w:ilvl="0" w:tplc="176A9B52">
      <w:start w:val="1"/>
      <w:numFmt w:val="upperLetter"/>
      <w:pStyle w:val="Heading2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4" w15:restartNumberingAfterBreak="0">
    <w:nsid w:val="34C073B0"/>
    <w:multiLevelType w:val="multilevel"/>
    <w:tmpl w:val="0B341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948C1"/>
    <w:multiLevelType w:val="hybridMultilevel"/>
    <w:tmpl w:val="3F7C09A0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1C35F5"/>
    <w:multiLevelType w:val="hybridMultilevel"/>
    <w:tmpl w:val="717AE704"/>
    <w:lvl w:ilvl="0" w:tplc="19F8BA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522D6"/>
    <w:multiLevelType w:val="hybridMultilevel"/>
    <w:tmpl w:val="6518CFEE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949906">
    <w:abstractNumId w:val="3"/>
  </w:num>
  <w:num w:numId="2" w16cid:durableId="1046179322">
    <w:abstractNumId w:val="16"/>
  </w:num>
  <w:num w:numId="3" w16cid:durableId="760296942">
    <w:abstractNumId w:val="17"/>
  </w:num>
  <w:num w:numId="4" w16cid:durableId="1181043088">
    <w:abstractNumId w:val="9"/>
  </w:num>
  <w:num w:numId="5" w16cid:durableId="278798539">
    <w:abstractNumId w:val="7"/>
  </w:num>
  <w:num w:numId="6" w16cid:durableId="1633092661">
    <w:abstractNumId w:val="11"/>
  </w:num>
  <w:num w:numId="7" w16cid:durableId="2089695442">
    <w:abstractNumId w:val="10"/>
  </w:num>
  <w:num w:numId="8" w16cid:durableId="683483836">
    <w:abstractNumId w:val="13"/>
  </w:num>
  <w:num w:numId="9" w16cid:durableId="1972246068">
    <w:abstractNumId w:val="2"/>
  </w:num>
  <w:num w:numId="10" w16cid:durableId="616109835">
    <w:abstractNumId w:val="12"/>
  </w:num>
  <w:num w:numId="11" w16cid:durableId="1870871568">
    <w:abstractNumId w:val="5"/>
  </w:num>
  <w:num w:numId="12" w16cid:durableId="1678382712">
    <w:abstractNumId w:val="0"/>
  </w:num>
  <w:num w:numId="13" w16cid:durableId="428278072">
    <w:abstractNumId w:val="4"/>
  </w:num>
  <w:num w:numId="14" w16cid:durableId="550724564">
    <w:abstractNumId w:val="8"/>
  </w:num>
  <w:num w:numId="15" w16cid:durableId="246810584">
    <w:abstractNumId w:val="15"/>
  </w:num>
  <w:num w:numId="16" w16cid:durableId="1564826692">
    <w:abstractNumId w:val="14"/>
  </w:num>
  <w:num w:numId="17" w16cid:durableId="1537040926">
    <w:abstractNumId w:val="6"/>
  </w:num>
  <w:num w:numId="18" w16cid:durableId="2003265917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5672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2B32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3C49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2A0F"/>
    <w:rsid w:val="000D324F"/>
    <w:rsid w:val="000D4100"/>
    <w:rsid w:val="000D4803"/>
    <w:rsid w:val="000D4AD6"/>
    <w:rsid w:val="000D785C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5FAD"/>
    <w:rsid w:val="00147C6C"/>
    <w:rsid w:val="00150409"/>
    <w:rsid w:val="00151734"/>
    <w:rsid w:val="00151A2B"/>
    <w:rsid w:val="001535CA"/>
    <w:rsid w:val="00154C8B"/>
    <w:rsid w:val="001554B1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848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74D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A78F0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036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14FD"/>
    <w:rsid w:val="00344260"/>
    <w:rsid w:val="0034529D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93B"/>
    <w:rsid w:val="00373BC7"/>
    <w:rsid w:val="003746F7"/>
    <w:rsid w:val="003758C2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24D"/>
    <w:rsid w:val="003A0ACF"/>
    <w:rsid w:val="003A0C1B"/>
    <w:rsid w:val="003A0C4F"/>
    <w:rsid w:val="003A23E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52B0"/>
    <w:rsid w:val="003C7843"/>
    <w:rsid w:val="003C7A2F"/>
    <w:rsid w:val="003D06B1"/>
    <w:rsid w:val="003D16E8"/>
    <w:rsid w:val="003D1E3B"/>
    <w:rsid w:val="003D1EA5"/>
    <w:rsid w:val="003D25F8"/>
    <w:rsid w:val="003D2820"/>
    <w:rsid w:val="003D2993"/>
    <w:rsid w:val="003D3154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6B9F"/>
    <w:rsid w:val="003F73BB"/>
    <w:rsid w:val="003F7E3B"/>
    <w:rsid w:val="004001C1"/>
    <w:rsid w:val="00404488"/>
    <w:rsid w:val="00405E18"/>
    <w:rsid w:val="00405E93"/>
    <w:rsid w:val="004062F8"/>
    <w:rsid w:val="0041114A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0F8"/>
    <w:rsid w:val="00434564"/>
    <w:rsid w:val="004347AA"/>
    <w:rsid w:val="00434A95"/>
    <w:rsid w:val="00435F54"/>
    <w:rsid w:val="00436EB5"/>
    <w:rsid w:val="00436FFA"/>
    <w:rsid w:val="00440265"/>
    <w:rsid w:val="0044234B"/>
    <w:rsid w:val="00442D62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2DAF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9C7"/>
    <w:rsid w:val="004B1E07"/>
    <w:rsid w:val="004B4999"/>
    <w:rsid w:val="004B4B30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D79F3"/>
    <w:rsid w:val="004E01DE"/>
    <w:rsid w:val="004E064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06EDF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45872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146A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9AF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171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6FE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B7BD1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5DE5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8AD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49B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232F"/>
    <w:rsid w:val="008139DE"/>
    <w:rsid w:val="00813BDC"/>
    <w:rsid w:val="0081425B"/>
    <w:rsid w:val="00815890"/>
    <w:rsid w:val="00815A72"/>
    <w:rsid w:val="00815B95"/>
    <w:rsid w:val="00815BB5"/>
    <w:rsid w:val="00816C09"/>
    <w:rsid w:val="0082137D"/>
    <w:rsid w:val="0082210C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2568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27A6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D3939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49EF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35878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57B41"/>
    <w:rsid w:val="0096062B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A77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488B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5A26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A5E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0F7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309C"/>
    <w:rsid w:val="00B03C8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51CF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40AA"/>
    <w:rsid w:val="00B7583D"/>
    <w:rsid w:val="00B76229"/>
    <w:rsid w:val="00B76B7A"/>
    <w:rsid w:val="00B77B34"/>
    <w:rsid w:val="00B828C0"/>
    <w:rsid w:val="00B83BA4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3E98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07DFC"/>
    <w:rsid w:val="00C119A7"/>
    <w:rsid w:val="00C128E7"/>
    <w:rsid w:val="00C12CEC"/>
    <w:rsid w:val="00C1426C"/>
    <w:rsid w:val="00C15B71"/>
    <w:rsid w:val="00C15C27"/>
    <w:rsid w:val="00C1684C"/>
    <w:rsid w:val="00C17ACE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1DD1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37EF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412F"/>
    <w:rsid w:val="00D45BBC"/>
    <w:rsid w:val="00D46053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0AA"/>
    <w:rsid w:val="00D62161"/>
    <w:rsid w:val="00D623C4"/>
    <w:rsid w:val="00D627E0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33D4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1E1A"/>
    <w:rsid w:val="00DE395D"/>
    <w:rsid w:val="00DE4B7D"/>
    <w:rsid w:val="00DE50D4"/>
    <w:rsid w:val="00DE5C96"/>
    <w:rsid w:val="00DE6731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5742"/>
    <w:rsid w:val="00E26FE9"/>
    <w:rsid w:val="00E2797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2690"/>
    <w:rsid w:val="00E567A5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6DDE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0C5F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0A19"/>
    <w:rsid w:val="00F440AB"/>
    <w:rsid w:val="00F44977"/>
    <w:rsid w:val="00F44BED"/>
    <w:rsid w:val="00F45983"/>
    <w:rsid w:val="00F4625A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250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E7D2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06EDF"/>
    <w:pPr>
      <w:spacing w:before="120"/>
    </w:pPr>
    <w:rPr>
      <w:rFonts w:ascii="Calibri" w:hAnsi="Calibri"/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numPr>
        <w:numId w:val="18"/>
      </w:numPr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E488B"/>
    <w:pPr>
      <w:keepNext/>
      <w:keepLines/>
      <w:spacing w:before="360" w:after="240"/>
      <w:outlineLvl w:val="2"/>
    </w:pPr>
    <w:rPr>
      <w:rFonts w:ascii="Calibri Light" w:hAnsi="Calibri Light"/>
      <w:b/>
      <w:sz w:val="28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34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eastAsia="Times New Roman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96062B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0E3D12-3F1A-47D0-AE63-F78AD7FCA20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</TotalTime>
  <Pages>13</Pages>
  <Words>356</Words>
  <Characters>2505</Characters>
  <Application>Microsoft Office Word</Application>
  <DocSecurity>0</DocSecurity>
  <Lines>20</Lines>
  <Paragraphs>5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2856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Ereta Turaki</cp:lastModifiedBy>
  <cp:revision>3</cp:revision>
  <cp:lastPrinted>2019-05-23T01:49:00Z</cp:lastPrinted>
  <dcterms:created xsi:type="dcterms:W3CDTF">2020-07-06T12:55:00Z</dcterms:created>
  <dcterms:modified xsi:type="dcterms:W3CDTF">2025-01-13T21:52:00Z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